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8E" w:rsidRPr="002D2223" w:rsidRDefault="00BE378E" w:rsidP="00BE378E">
      <w:pPr>
        <w:pStyle w:val="Title"/>
        <w:ind w:left="-576" w:right="-576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សេចក្ដីសង្រ្គោះតាមរយះព្រះត្រីឯក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 xml:space="preserve"> 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  <w:t xml:space="preserve">                                                  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សេចក្ដីអធិប្បាយ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​មួយនៅ​​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ថ្ងៃណូអែល</w:t>
      </w:r>
    </w:p>
    <w:p w:rsidR="00BE378E" w:rsidRPr="004F3333" w:rsidRDefault="00BE378E" w:rsidP="00BE378E">
      <w:pPr>
        <w:pStyle w:val="Title"/>
        <w:ind w:left="-576" w:right="-576"/>
      </w:pPr>
      <w:r w:rsidRPr="004F3333">
        <w:t xml:space="preserve">SALVATION THROUGH THE TRINITY – </w:t>
      </w:r>
    </w:p>
    <w:p w:rsidR="00BE378E" w:rsidRPr="004F3333" w:rsidRDefault="00BE378E" w:rsidP="00BE378E">
      <w:pPr>
        <w:jc w:val="center"/>
        <w:rPr>
          <w:b/>
          <w:sz w:val="24"/>
        </w:rPr>
      </w:pPr>
      <w:r w:rsidRPr="004F3333">
        <w:rPr>
          <w:b/>
          <w:sz w:val="24"/>
        </w:rPr>
        <w:t>A CHRISTMAS SERMON</w:t>
      </w:r>
    </w:p>
    <w:p w:rsidR="00BE378E" w:rsidRDefault="004F3333" w:rsidP="00BE378E">
      <w:pPr>
        <w:jc w:val="center"/>
        <w:rPr>
          <w:sz w:val="18"/>
        </w:rPr>
      </w:pPr>
      <w:r>
        <w:rPr>
          <w:sz w:val="18"/>
        </w:rPr>
        <w:t>(Cambodian)</w:t>
      </w:r>
    </w:p>
    <w:p w:rsidR="004F3333" w:rsidRPr="004F3333" w:rsidRDefault="004F3333" w:rsidP="00BE378E">
      <w:pPr>
        <w:jc w:val="center"/>
        <w:rPr>
          <w:sz w:val="18"/>
        </w:rPr>
      </w:pPr>
    </w:p>
    <w:p w:rsidR="00BE378E" w:rsidRDefault="00BE378E" w:rsidP="00BE378E">
      <w:pPr>
        <w:jc w:val="center"/>
        <w:rPr>
          <w:sz w:val="24"/>
        </w:rPr>
      </w:pPr>
      <w:r w:rsidRPr="00400DA4">
        <w:rPr>
          <w:rFonts w:ascii="Khmer OS Siemreap" w:hAnsi="Khmer OS Siemreap" w:cs="Khmer OS Siemreap"/>
          <w:sz w:val="24"/>
          <w:szCs w:val="24"/>
          <w:cs/>
          <w:lang w:bidi="km-KH"/>
        </w:rPr>
        <w:t>ដោយ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លោក</w:t>
      </w:r>
      <w:r w:rsidRPr="00EF7879">
        <w:rPr>
          <w:sz w:val="24"/>
        </w:rPr>
        <w:t xml:space="preserve"> </w:t>
      </w:r>
    </w:p>
    <w:p w:rsidR="00BE378E" w:rsidRPr="00811631" w:rsidRDefault="00BE378E" w:rsidP="00BE378E">
      <w:pPr>
        <w:jc w:val="center"/>
        <w:rPr>
          <w:rFonts w:cs="DaunPenh"/>
          <w:sz w:val="24"/>
          <w:lang w:bidi="km-KH"/>
        </w:rPr>
      </w:pPr>
      <w:r w:rsidRPr="00EF7879">
        <w:rPr>
          <w:sz w:val="24"/>
        </w:rPr>
        <w:t>Dr. R. L. Hymers, Jr.</w:t>
      </w:r>
    </w:p>
    <w:p w:rsidR="00BE378E" w:rsidRPr="00811631" w:rsidRDefault="00BE378E" w:rsidP="00BE378E">
      <w:pPr>
        <w:jc w:val="center"/>
        <w:rPr>
          <w:rFonts w:cs="DaunPenh"/>
          <w:sz w:val="24"/>
          <w:lang w:bidi="km-KH"/>
        </w:rPr>
      </w:pPr>
    </w:p>
    <w:p w:rsidR="00BE378E" w:rsidRDefault="00BE378E" w:rsidP="00BE378E">
      <w:pPr>
        <w:jc w:val="center"/>
        <w:rPr>
          <w:rFonts w:ascii="Khmer OS Siemreap" w:hAnsi="Khmer OS Siemreap" w:cs="Khmer OS Siemreap"/>
          <w:sz w:val="24"/>
          <w:szCs w:val="24"/>
          <w:lang w:bidi="km-KH"/>
        </w:rPr>
      </w:pPr>
      <w:r w:rsidRPr="00585286">
        <w:rPr>
          <w:rFonts w:ascii="Khmer OS Siemreap" w:hAnsi="Khmer OS Siemreap" w:cs="Khmer OS Siemreap"/>
          <w:sz w:val="24"/>
          <w:szCs w:val="24"/>
          <w:cs/>
          <w:lang w:bidi="km-KH"/>
        </w:rPr>
        <w:t>សេចក្ដីអធិប្បាយមួយបានអធិប្បាយនូវក្រុមជំនុំ</w:t>
      </w: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ថាបាណាខល ក្នុងរដ្ឋឡូសអង់ចាឡែស </w:t>
      </w:r>
    </w:p>
    <w:p w:rsidR="00BE378E" w:rsidRPr="005773BC" w:rsidRDefault="00BE378E" w:rsidP="00BE378E">
      <w:pPr>
        <w:jc w:val="center"/>
        <w:rPr>
          <w:sz w:val="24"/>
        </w:rPr>
      </w:pPr>
      <w:r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ថ្ងៃរបស់ព្រះអម្ចាស់នៅពេលព្រឹក ខែធ្នូ ១៥, ២០១៣</w:t>
      </w:r>
    </w:p>
    <w:p w:rsidR="00BE378E" w:rsidRPr="007E30DB" w:rsidRDefault="00BE378E" w:rsidP="00BE378E">
      <w:pPr>
        <w:jc w:val="center"/>
        <w:rPr>
          <w:sz w:val="24"/>
        </w:rPr>
      </w:pPr>
      <w:r w:rsidRPr="007E30DB">
        <w:rPr>
          <w:sz w:val="24"/>
        </w:rPr>
        <w:t>A sermon preached at the Baptist Tabernacle of Los Angeles</w:t>
      </w:r>
    </w:p>
    <w:p w:rsidR="00BE378E" w:rsidRPr="0009407C" w:rsidRDefault="00BE378E" w:rsidP="00BE378E">
      <w:pPr>
        <w:jc w:val="center"/>
        <w:rPr>
          <w:rFonts w:cs="DaunPenh"/>
          <w:sz w:val="24"/>
          <w:lang w:bidi="km-KH"/>
        </w:rPr>
      </w:pPr>
      <w:r w:rsidRPr="007E30DB">
        <w:rPr>
          <w:sz w:val="24"/>
        </w:rPr>
        <w:t>Lord’s Day Evening, December 15, 2013</w:t>
      </w:r>
    </w:p>
    <w:p w:rsidR="00BE378E" w:rsidRPr="0009407C" w:rsidRDefault="00BE378E" w:rsidP="00BE378E">
      <w:pPr>
        <w:jc w:val="center"/>
        <w:rPr>
          <w:rFonts w:cs="DaunPenh"/>
          <w:sz w:val="24"/>
          <w:lang w:bidi="km-KH"/>
        </w:rPr>
      </w:pPr>
    </w:p>
    <w:p w:rsidR="00BE378E" w:rsidRPr="003F016C" w:rsidRDefault="00BE378E" w:rsidP="00BE378E">
      <w:pPr>
        <w:pStyle w:val="BodyText"/>
        <w:ind w:left="1276" w:right="1257" w:hanging="1276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បាន​ប្រកប​ដោយ​ព្រះគុណ​នៃ​ព្រះអម្ចាស់យេស៊ូវគ្រីស្ទ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និង​សេចក្តី​ស្រឡាញ់​របស់​ព្រះ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ហើយ​និង​សេចក្តី​រួបរួម​គ្នា​នឹង​ព្រះវិញ្ញាណ​បរិសុទ្ធ។ អាម៉ែន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  <w:r w:rsidRPr="00B708E1">
        <w:t xml:space="preserve"> </w:t>
      </w:r>
    </w:p>
    <w:p w:rsidR="00BE378E" w:rsidRDefault="00BE378E" w:rsidP="00BE378E">
      <w:pPr>
        <w:pStyle w:val="BodyText"/>
      </w:pPr>
      <w:r>
        <w:tab/>
      </w:r>
    </w:p>
    <w:p w:rsidR="00BE378E" w:rsidRPr="00B97D9B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>
        <w:tab/>
      </w:r>
      <w:r w:rsidRPr="009731E4">
        <w:rPr>
          <w:rFonts w:ascii="Khmer OS Siemreap" w:hAnsi="Khmer OS Siemreap" w:cs="Khmer OS Siemreap"/>
          <w:cs/>
          <w:lang w:bidi="km-KH"/>
        </w:rPr>
        <w:t>កាលពីថ្ងៃអង្គារមុនខ្ញុំបានទៅកន្លែងហាត់ប្រាណដើម្បី</w:t>
      </w:r>
      <w:r>
        <w:rPr>
          <w:rFonts w:ascii="Khmer OS Siemreap" w:hAnsi="Khmer OS Siemreap" w:cs="Khmer OS Siemreap" w:hint="cs"/>
          <w:cs/>
          <w:lang w:bidi="km-KH"/>
        </w:rPr>
        <w:t>ហាត់ប្រាណ និងហែលទឹក។ ពេលដែលខ្ញុំ បានទៅដល់អាងហែលទឹកវាបានងងឹតរួចហើយ។ បន្ទាប់មកខ្ញុំបានឃើញបុរសម្នាក់ ខ្ញុំដឹងថាគាត់កំពុងមក កាន់អាងហែលទឹកដែលមានទឹកក្ដៅឧណ្ឌៗ។ គាតកំពុងមើលទៅមុខ ហើយមិនឃើញខ្ញុំសោះ។ បន្ទាប់ពី រយះពេលពីរបីនាទី ខ្ញុំបានចេញពីអាងហែលទឹក ហើយបានទៅក្នុងអាងហែលទឹកដែលមានទឹកក្ដៅឧណ្ឌៗ ជាមួយគាត់</w:t>
      </w: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វាមានតែយើងពីរប៉ុណ្ណោះដោយព្រោះតែវាជាយប់ដ៏ត្រជាក់មួយ។</w:t>
      </w:r>
      <w:r>
        <w:rPr>
          <w:rFonts w:ascii="Khmer OS Siemreap" w:hAnsi="Khmer OS Siemreap" w:cs="Khmer OS Siemreap"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>ដូចដែលយើងបានមាន អារម្មណ៍យ៉ាងខ្លាំងពីភាពឯកកោរបស់គាត់។ គាត់បានចូលនិវត្ដន៍ ហើយមានលុយជាច្រើនក្នុងធនាគារ។ លោកមានអាយុ៦០ ហើយពុំធ្លាប់រៀបការទេ។ គាត់បានមកនៅទីនេះអស់រយះពេលជាច្រើនទសវត្សមក ហើយពីខាងកើតឆ្នេរ ដូច្នោះគាត់មិនមានគ្រួសារនៅទីនោះទេ។ គាត់មិនមានមិត្ដភក្រ្ដខ្លះៗទេ ខ្ញុំអាចឃើញ ការឈឺចាប់នៅលើមុខរបស់គាត់ខណះដែលគាត់បានប្រាប់ខ្ញុំថា គាត់នឹងនៅតែឯកនៅថ្ងៃបុណ្យណូអេល។  គាត់កំពុងតែរៀនយកសញ្ញាប័ត្រអនុបណ្ឌិតមួយ ដែលគាត់ពិតជាមិនត្រូវការសោះ។ គាត់បានចាកចេញពី ក្រុមជំនុំអស់រយះពេលច្រើនជាង៤០ឆ្នាំមកហើយ។ គាត់បានមានចិត្ដជូរល្មីង និងកំហឹងប្រឆាំងនឹងគ្រីស្ទ សាសនា។ គាត់នៅឯងគត់នៅលើលោកីយ គាត់រស់នៅដោយគ្មានព្រះគុណ ដោយគ្មានសេចក្ដីស្រឡាញ់ ដោយគ្មានការរួបរួម</w:t>
      </w:r>
      <w:r w:rsidRPr="007E30DB">
        <w:t xml:space="preserve"> – </w:t>
      </w:r>
      <w:r>
        <w:rPr>
          <w:rFonts w:ascii="Khmer OS Siemreap" w:hAnsi="Khmer OS Siemreap" w:cs="Khmer OS Siemreap" w:hint="cs"/>
          <w:cs/>
          <w:lang w:bidi="km-KH"/>
        </w:rPr>
        <w:t>ជាមួយព្រះទេ ឬគ្មានការរួបរួមជាមួយមនុស្សផ្សេងទៀត។ ពេលខ្ញុំស្ដាប់គាត់និយាយ គាត់បានប្រាប់ខ្ញុំថា ខ្ញុំមិនស្គាល់នរណាម្នាក់ដែលនឹងអាចរក្សាទុកលុយទាំងអស់របស់គាត់បានទេនៅពេល​ដែលគាត់ស្លាប់ទៅ។ ខ្ញុំមានអារម្មណ៍ថាទុក្ខព្រួយណាស់សំរាប់គាត់ ខ្ញុំបានអញ្ជើញគាត់ទៅក្រុមជំនុំយើងជា ច្រើងដង ហើយគាត់បានចូលរួមពិធីមង្គលការរបស់កូនប្រុសខ្ញុំម្ដង។ ប៉ុន្ដែគាត់បានទៅឆ្ងាយបន្ទាប់ពីពិធី មង្គលការនេះបានចប់។ ខ្ញុំមិនអាចនាំគាត់ត្រឡប់មកវិញបានទេ។ គួរឲ្យកំសត់ពីរបៀបដើម្បីរស់នៅណាស់ ជាពិសេសនៅថ្ងៃបុណ្យណូអែល!   នោះហើយជាកន្លែងដែលគ្រប់ទាំងជីវិតបញ្ចប់នៅក្នុងវប្បធម៌ ដែល​អាច   ធ្វើការ​សំរេចតាមខ្លួនរបស់យើង។ គ្រប់ទាំងជីវិតទាំងឡាយណាដែលមិនតាំងព្រះគ្រីស្ទជាលេខមួយនិងក្រុម​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ជំនុំជាលេខមួយ នៅចុងបញ្ចប់គេរងទុក្ខវេទនាដោយគ្មានសង្ឃឹម។ នោះគឺដោយសារតែជម្រើសទៅឯ​ព្រះគ្រីស្ទ ហើយដោយសារក្រុមជំនុំនៅទទេ។ វាមិនអាចហាក់ដូចជាដើមដំបូងនៃជីវិតនោះទេ ប៉ុន្ដែវានឹង តែងតែនៅទីបញ្ចប់។ ខ្ញុំបានគិតពីរឿងនោះអស់រយះពេលច្រើនជាង៥០មកហើយ។ ខ្ញុំដឹងថាវាពិត ដោយ​សារការសង្កើតមើល។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>ពូខ្ញុំម្នាក់ធ្វើការឲ្យក្រុម</w:t>
      </w:r>
      <w:r w:rsidRPr="00BE378E">
        <w:rPr>
          <w:rFonts w:ascii="Khmer OS Siemreap" w:hAnsi="Khmer OS Siemreap" w:cs="Khmer OS Siemreap"/>
          <w:sz w:val="20"/>
          <w:cs/>
          <w:lang w:bidi="km-KH"/>
        </w:rPr>
        <w:t>ហ៊ុន</w:t>
      </w:r>
      <w:r w:rsidRPr="00BE378E">
        <w:rPr>
          <w:rFonts w:ascii="Khmer OS Siemreap" w:hAnsi="Khmer OS Siemreap" w:cs="Khmer OS Siemreap"/>
          <w:sz w:val="20"/>
        </w:rPr>
        <w:t xml:space="preserve"> Chrysler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គាត់ធ្វើខាងដំឡើងរថយន្ដ។ គាត់បានសន្សំលុយជាច្រើន ហើយ</w:t>
      </w:r>
      <w:r>
        <w:rPr>
          <w:rFonts w:ascii="Khmer OS Siemreap" w:hAnsi="Khmer OS Siemreap" w:cs="Khmer OS Siemreap"/>
          <w:sz w:val="20"/>
          <w:lang w:bidi="km-KH"/>
        </w:rPr>
        <w:t xml:space="preserve"> </w:t>
      </w:r>
      <w:r>
        <w:rPr>
          <w:rFonts w:ascii="Khmer OS Siemreap" w:hAnsi="Khmer OS Siemreap" w:cs="Khmer OS Siemreap" w:hint="cs"/>
          <w:sz w:val="20"/>
          <w:cs/>
          <w:lang w:bidi="km-KH"/>
        </w:rPr>
        <w:t>គាត់បានទិញផ្ទះនៅកន្លែង</w:t>
      </w:r>
      <w:r w:rsidRPr="006D6EEA">
        <w:rPr>
          <w:rFonts w:ascii="Khmer OS Siemreap" w:hAnsi="Khmer OS Siemreap" w:cs="Khmer OS Siemreap"/>
          <w:sz w:val="20"/>
        </w:rPr>
        <w:t xml:space="preserve"> </w:t>
      </w:r>
      <w:r w:rsidRPr="00501120">
        <w:rPr>
          <w:rFonts w:ascii="Khmer OS Siemreap" w:hAnsi="Khmer OS Siemreap" w:cs="Khmer OS Siemreap"/>
          <w:sz w:val="20"/>
        </w:rPr>
        <w:t xml:space="preserve">San Clements </w:t>
      </w:r>
      <w:r>
        <w:rPr>
          <w:rFonts w:ascii="Khmer OS Siemreap" w:hAnsi="Khmer OS Siemreap" w:cs="Khmer OS Siemreap" w:hint="cs"/>
          <w:sz w:val="20"/>
          <w:cs/>
          <w:lang w:bidi="km-KH"/>
        </w:rPr>
        <w:t>ជាយក្រុងដ៏ថ្លៃមួយនៅលើឆ្នេរសមុទ្រនៅជិត</w:t>
      </w:r>
      <w:r w:rsidRPr="006D6EEA">
        <w:t xml:space="preserve"> </w:t>
      </w:r>
      <w:r w:rsidRPr="00BE378E">
        <w:rPr>
          <w:rFonts w:ascii="Khmer OS Siemreap" w:hAnsi="Khmer OS Siemreap" w:cs="Khmer OS Siemreap"/>
          <w:sz w:val="20"/>
        </w:rPr>
        <w:t>San Diego</w:t>
      </w:r>
      <w:r w:rsidRPr="006D6EEA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 គាត់បានស្លាប់នៅម្នាក់ឯងនៅក្នុងបន្ទប់គេងផ្ទះនោះ។ ពួកគេមិនបានរកឃើញសាកសពរបស់គាត់អស់រយះ ពេលមួយសប្ដាហ៍រហូតដល់អ្នកជិតខាងម្នាក់ឃើញប្រអប់សំបុត្ររបស់គាត់បានពេញ ហើយមានក្លិនស្អុយ។ ពូម្នាក់ផ្សេងទៀតដែលមានប្រពន្ធស្លាប់ទៅ ដោយសារតែមានជំងឺដាច់សរសៃឈាមខួរក្បាល​នៅក្នុងបន្ទប់​​គេងរបស់គាត់ ហើយនៅទីនោះអស់រយះពេលមួយសប្ដាហ៍ មុនពេលបុរសម្នាក់នៅផ្ទះសំណាក់របស់​គាត់​បាន​កត់សំគាល់ថា គាត់បានខកខានការប្រជុំមួយ ហើយជាធម្មតាគាត់បានចូលរួម។ ពួកគេបានវាយបំបែក ទ្វារដើម្បីទៅបន្ទប់គេងរបស់គាត់ ដោយសារតែវាត្រូវបានចាក់សោជាប់ពីខាងក្នុង។ នៅទីនោះគាត់បាននៅ ក្នុងគនរនៃទឹកនោម និងលាមកទាំងមានកាំភ្លើងដៃមួយនៅក្នុងដៃរបស់គាត់ ដោយព្រោះតែគាត់ខ្លាចចោរ គាស់ផ្ទះ។ ស្រ្ដីដែលជាអ្នកជិតខាងម្នាក់នៅក្បែរនោះមានកូនស្រីមួយ ដែលបានប្រាប់ពួកគេនៅមន្ទីរពេទ្យ ដើម្បីបញ្ឃប់ចិញ្ចឹមម្ដាយរបស់នាង ហើយទុកឲ្យនាងស្លាប់។ រឿងបានបន្ដ ហើយបន្ដ។ អ្នកណាដែលជីវិត របស់គេផ្តោតសំខា់លើជីវិតនៅក្នុងលោកីយនេះ គេនឹងស្លាប់ទៅដោយគ្មានសង្ឃឹម ហើយគ្មានព្រះ!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កុំប្រាប់ខ្ញុំអំពី</w:t>
      </w:r>
      <w:r w:rsidRPr="00F3500A">
        <w:t xml:space="preserve"> </w:t>
      </w:r>
      <w:r w:rsidRPr="00BE378E">
        <w:rPr>
          <w:rFonts w:ascii="Khmer OS Siemreap" w:hAnsi="Khmer OS Siemreap" w:cs="Khmer OS Siemreap"/>
          <w:sz w:val="20"/>
        </w:rPr>
        <w:t>Scrooge</w:t>
      </w:r>
      <w:r w:rsidRPr="0070034A">
        <w:rPr>
          <w:rFonts w:cs="DaunPenh" w:hint="cs"/>
          <w:cs/>
          <w:lang w:bidi="km-KH"/>
        </w:rPr>
        <w:t xml:space="preserve"> </w:t>
      </w:r>
      <w:r w:rsidRPr="00F3500A">
        <w:rPr>
          <w:rFonts w:ascii="Khmer OS Siemreap" w:hAnsi="Khmer OS Siemreap" w:cs="Khmer OS Siemreap"/>
          <w:cs/>
          <w:lang w:bidi="km-KH"/>
        </w:rPr>
        <w:t>នោះមិនដែលកើតឡើងទេ។</w:t>
      </w:r>
      <w:r>
        <w:rPr>
          <w:rFonts w:ascii="Khmer OS Siemreap" w:hAnsi="Khmer OS Siemreap" w:cs="Khmer OS Siemreap" w:hint="cs"/>
          <w:cs/>
          <w:lang w:bidi="km-KH"/>
        </w:rPr>
        <w:t xml:space="preserve"> គ្មាននរណាម្នាក់ដែលមិនធ្លាប់មានការផ្លាស់ ប្ដូរដូចនៅក្នុងរឿង</w:t>
      </w:r>
      <w:r w:rsidRPr="00F3500A">
        <w:rPr>
          <w:rFonts w:ascii="Khmer OS Siemreap" w:hAnsi="Khmer OS Siemreap" w:cs="Khmer OS Siemreap"/>
          <w:sz w:val="20"/>
        </w:rPr>
        <w:t xml:space="preserve"> </w:t>
      </w:r>
      <w:r w:rsidRPr="00501120">
        <w:rPr>
          <w:rFonts w:ascii="Khmer OS Siemreap" w:hAnsi="Khmer OS Siemreap" w:cs="Khmer OS Siemreap"/>
          <w:sz w:val="20"/>
        </w:rPr>
        <w:t>Scrooge Dickens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 «បទចំរៀងមួយបទនៅថ្ងៃណូអែល»។ គ្មាននរណាម្នាក់ដែលមិន ធ្លាប់មានការផ្លាស់ប្ដូរខាងផ្នែកនោះក្រៅពីព្រះគ្រីស្ទ និងក្រុមជំនុំនោះទេ។ គ្មាននរណាម្នាក់សោះ!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ខ្ញុំចាំខ្ញុំមើលខ្សែភាពយន្ដមួយប្រហែលជា៦០ឆ្នាំកន្លងមកហើយ ដែលបុរសម្នាក់បានលិចចូលក្នុង រណ្ដៅយ៉ាងយឺតៗទៅក្នុងដីខ្សាច់ដ៏ជ្រៅមួយ។ គាត់ខំរើច្រើនប៉ុណ្ណា ដីខ្សាច់ដ៏សើមនោះកាន់តែលេបគាត់ចុះ ច្រើនប៉ុណ្ណោះដែរ។ គាត់បានស្រែកយំ  ប៉ុន្ដគ្មានអ្នកណាម្នាក់មកសោះ។ នៅចុងក្រោយក្បាលរបស់គាត់ បានជាប់គាំង។ គាត់ខំដង្កក់ថែមទៀត បន្ទាប់មកវាបានទាញគាត់ចុះ។ ខ្ញុំគ្រាន់តែជាក្មេងម្នាក់ នៅពេល ដែលខ្ញុំបានមើលរឿងនោះ វាធ្វើឲ្យចិត្ដខ្ញុំផោនពោះ។ ខ្ញុំបានទប់បំពង់ករបស់គាត់ ដៃរបស់ខ្ញុំបែកញើស នៅ ពេលខ្ញុំបានគិតពីការលង់ទឹកនៅក្នុងរណ្ដៅដីខ្សាច់ដ៏ជ្រៅនោះ!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>តើអ្នកនឹងត្រូវលិចខាងក្រោម ហើយលង់នៅក្នុងជីវិតដ៏គ្មានសង្ឃឹមមួយឬទេ? ឬក៏អ្នកនឹងគេច ខ្លួនរួច? ដូចដែលខ្ញុំតែងតែនិយាយ ស្ទើរតែគ្មានមនុស្សណាម្នាក់គេចខ្លួនរួចបន្ទាប់ពីមានអាយុ៣០ទេ ស្ទើរ តែគ្មាននរណាម្នាក់សោះ! ម្ដាយរបស់ខ្ញុំបានគេចខ្លួនរួចនៅអាយុ៨០ ប៉ុន្ដែគឺមិនធម្មតាទេ ដូច្នោះវាជាដូចគ្នា នឹងផ្នែកនៃសមុទ្រក្រហម ឬការអស្ចារ្យខ្លះៗផ្សេងទៀតដែលមិនអាចទៅរួចទាំងស្រុង!</w:t>
      </w:r>
    </w:p>
    <w:p w:rsidR="00BE378E" w:rsidRPr="0070034A" w:rsidRDefault="00BE378E" w:rsidP="00BE378E">
      <w:pPr>
        <w:pStyle w:val="BodyText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20"/>
          <w:cs/>
          <w:lang w:bidi="km-KH"/>
        </w:rPr>
        <w:tab/>
        <w:t xml:space="preserve">បើអ្នកចង់គេចផុតពីការដីខ្សាច់ដ៏ជ្រៅរបស់ជីវិត មានផ្លូវតែមួយគត់ដែលអាចទៅរួច។ គម្ពីរម៉ាកុស ប្រាប់ពីអ្វីដែលខ្ញុំនិយាយ! មានផ្លូវតែមួយគត់ដើម្បីរួចផុតពីដ៏ខ្សាច់ដ៏ជ្រៅនៃជីវិត </w:t>
      </w:r>
      <w:r w:rsidRPr="008C1BCB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មានតែផ្លូវតែមួយគត់</w:t>
      </w:r>
      <w:r>
        <w:rPr>
          <w:rFonts w:ascii="Khmer OS Siemreap" w:hAnsi="Khmer OS Siemreap" w:cs="Khmer OS Siemreap" w:hint="cs"/>
          <w:sz w:val="20"/>
          <w:cs/>
          <w:lang w:bidi="km-KH"/>
        </w:rPr>
        <w:t xml:space="preserve">! </w:t>
      </w:r>
      <w:r w:rsidRPr="008C1BCB">
        <w:rPr>
          <w:rFonts w:ascii="Khmer OS Siemreap" w:hAnsi="Khmer OS Siemreap" w:cs="Khmer OS Siemreap" w:hint="cs"/>
          <w:sz w:val="20"/>
          <w:u w:val="single"/>
          <w:cs/>
          <w:lang w:bidi="km-KH"/>
        </w:rPr>
        <w:t>ហើយមិនផ្លូវផ្សេងទៀតទេ</w:t>
      </w:r>
      <w:r>
        <w:rPr>
          <w:rFonts w:ascii="Khmer OS Siemreap" w:hAnsi="Khmer OS Siemreap" w:cs="Khmer OS Siemreap" w:hint="cs"/>
          <w:sz w:val="20"/>
          <w:cs/>
          <w:lang w:bidi="km-KH"/>
        </w:rPr>
        <w:t>! នេះគឺជាវា</w:t>
      </w:r>
      <w:r w:rsidRPr="007E30DB">
        <w:t>–</w:t>
      </w:r>
    </w:p>
    <w:p w:rsidR="00BE378E" w:rsidRPr="0070034A" w:rsidRDefault="00BE378E" w:rsidP="00BE378E">
      <w:pPr>
        <w:pStyle w:val="BodyText"/>
        <w:rPr>
          <w:rFonts w:ascii="Khmer OS Siemreap" w:hAnsi="Khmer OS Siemreap" w:cs="DaunPenh"/>
          <w:sz w:val="20"/>
          <w:lang w:bidi="km-KH"/>
        </w:rPr>
      </w:pPr>
    </w:p>
    <w:p w:rsidR="00BE378E" w:rsidRPr="0070034A" w:rsidRDefault="00BE378E" w:rsidP="00BE378E">
      <w:pPr>
        <w:pStyle w:val="BodyText"/>
        <w:ind w:left="1418" w:right="1399" w:hanging="698"/>
        <w:rPr>
          <w:rFonts w:cs="DaunPenh"/>
          <w:sz w:val="18"/>
          <w:lang w:bidi="km-KH"/>
        </w:rPr>
      </w:pPr>
      <w:r w:rsidRPr="0070034A">
        <w:rPr>
          <w:rFonts w:cs="DaunPenh" w:hint="cs"/>
          <w:sz w:val="18"/>
          <w:cs/>
          <w:lang w:bidi="km-KH"/>
        </w:rPr>
        <w:lastRenderedPageBreak/>
        <w:tab/>
      </w: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បាន​ប្រកប​ដោយ​ព្រះគុណ​នៃ​ព្រះអម្ចាស់យេស៊ូវគ្រីស្ទ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និង​សេចក្តី​ស្រឡាញ់​របស់​ព្រះ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ហើយ​និង​សេចក្តី​រួបរួម​គ្នា​នឹង​ព្រះវិញ្ញាណ​បរិសុទ្ធ។ អាម៉ែន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</w:t>
      </w:r>
      <w:bookmarkStart w:id="0" w:name="_GoBack"/>
      <w:r w:rsidRPr="00BE378E">
        <w:rPr>
          <w:rFonts w:ascii="Khmer OS Siemreap" w:hAnsi="Khmer OS Siemreap" w:cs="Khmer OS Siemreap"/>
          <w:sz w:val="18"/>
          <w:cs/>
          <w:lang w:bidi="km-KH"/>
        </w:rPr>
        <w:t>។</w:t>
      </w:r>
      <w:bookmarkEnd w:id="0"/>
    </w:p>
    <w:p w:rsidR="00BE378E" w:rsidRPr="0070034A" w:rsidRDefault="00BE378E" w:rsidP="00BE378E">
      <w:pPr>
        <w:pStyle w:val="BodyText"/>
        <w:ind w:firstLine="720"/>
        <w:rPr>
          <w:rFonts w:cs="DaunPenh"/>
          <w:sz w:val="18"/>
          <w:lang w:bidi="km-KH"/>
        </w:rPr>
      </w:pP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lang w:bidi="km-KH"/>
        </w:rPr>
      </w:pPr>
      <w:r w:rsidRPr="00DD181F">
        <w:rPr>
          <w:rFonts w:ascii="Khmer OS Siemreap" w:hAnsi="Khmer OS Siemreap" w:cs="Khmer OS Siemreap"/>
          <w:sz w:val="18"/>
          <w:cs/>
          <w:lang w:bidi="km-KH"/>
        </w:rPr>
        <w:t>ក្រុមជំនុំនៅក្នុងទីក្រុងកូរិនថូសមាន</w:t>
      </w:r>
      <w:r>
        <w:rPr>
          <w:rFonts w:ascii="Khmer OS Siemreap" w:hAnsi="Khmer OS Siemreap" w:cs="Khmer OS Siemreap" w:hint="cs"/>
          <w:sz w:val="18"/>
          <w:cs/>
          <w:lang w:bidi="km-KH"/>
        </w:rPr>
        <w:t>សណ្ឋាន</w:t>
      </w:r>
      <w:r w:rsidRPr="00DD181F">
        <w:rPr>
          <w:rFonts w:ascii="Khmer OS Siemreap" w:hAnsi="Khmer OS Siemreap" w:cs="Khmer OS Siemreap"/>
          <w:sz w:val="18"/>
          <w:cs/>
          <w:lang w:bidi="km-KH"/>
        </w:rPr>
        <w:t>អាក្រក់។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 មានក្រុមជំនុំដ៏សំខាន់មួយបានបាក់បែកគ្នា វាយគ្នា ហើយបែងចែក គោលទ្ធិខុសឆ្គង អំពើបាបតាមផ្លូវភេទ ហើយមានសមាជិកបាត់បង់នៅក្នុងក្រុមជំនុំ ជាច្រើន (១៣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៥,៦)។ សាវកប៉ុលបានផ្ដល់ពាក្យសំដីដ៏អស្ចារ្យនេះទៅកាន់ពួកគេទាំងអស់គ្នា ដ្បិតអត្ថបទ គម្ពីរបញ្ចប់ «គង់នៅជាមួយអ្នកទាំងអស់គ្នា»។ នេះជាសេចក្ដីអធស្ឋានរបស់គាត់សំរាប់ពួកគេដោយព្រោះ តែគាត់បានដឹងថា គ្មានអ្វីផ្សេងទៀតសោះដែលអាចទាញពួកគេចេញពីដីខ្សាច់ដ៏ជ្រៅនៃជីវិតដ៏គ្មានសង្ឃឹម មួយ។ នេះគឺជាអ្វីដែលអ្នកត្រូវការផងដែរ។</w:t>
      </w:r>
    </w:p>
    <w:p w:rsidR="00BE378E" w:rsidRPr="00C5169E" w:rsidRDefault="00BE378E" w:rsidP="00BE378E">
      <w:pPr>
        <w:pStyle w:val="BodyText"/>
        <w:rPr>
          <w:rFonts w:ascii="Khmer OS Siemreap" w:hAnsi="Khmer OS Siemreap" w:cs="Khmer OS Siemreap"/>
          <w:sz w:val="18"/>
          <w:lang w:bidi="km-KH"/>
        </w:rPr>
      </w:pPr>
      <w:r w:rsidRPr="007E30DB">
        <w:t xml:space="preserve">  </w:t>
      </w:r>
    </w:p>
    <w:p w:rsidR="00BE378E" w:rsidRPr="000A7429" w:rsidRDefault="00BE378E" w:rsidP="00BE378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0A7429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១. ទីមួយ អ្នកត្រូវការព្រ</w:t>
      </w:r>
      <w:r>
        <w:rPr>
          <w:rFonts w:ascii="Khmer OS Siemreap" w:hAnsi="Khmer OS Siemreap" w:cs="Khmer OS Siemreap" w:hint="cs"/>
          <w:b/>
          <w:bCs/>
          <w:sz w:val="24"/>
          <w:szCs w:val="24"/>
          <w:cs/>
          <w:lang w:bidi="km-KH"/>
        </w:rPr>
        <w:t>ះ</w:t>
      </w:r>
      <w:r w:rsidRPr="000A7429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គុណនៃព្រះអម្ចាស់យេស៊ូវគ្រីស្ទ។</w:t>
      </w:r>
    </w:p>
    <w:p w:rsidR="00BE378E" w:rsidRPr="007E30DB" w:rsidRDefault="00BE378E" w:rsidP="00BE378E">
      <w:pPr>
        <w:pStyle w:val="BodyText"/>
        <w:tabs>
          <w:tab w:val="left" w:pos="360"/>
          <w:tab w:val="left" w:pos="432"/>
        </w:tabs>
        <w:ind w:left="720"/>
        <w:rPr>
          <w:b/>
          <w:bCs/>
          <w:sz w:val="24"/>
        </w:rPr>
      </w:pPr>
    </w:p>
    <w:p w:rsidR="00BE378E" w:rsidRDefault="00BE378E" w:rsidP="00BE378E">
      <w:pPr>
        <w:pStyle w:val="BodyText"/>
        <w:ind w:left="634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ប្រកប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​</w:t>
      </w:r>
      <w:r w:rsidRPr="001818A6">
        <w:rPr>
          <w:rFonts w:ascii="Khmer OS Siemreap" w:hAnsi="Khmer OS Siemreap" w:cs="Khmer OS Siemreap"/>
          <w:sz w:val="18"/>
          <w:szCs w:val="18"/>
          <w:u w:val="single"/>
          <w:cs/>
        </w:rPr>
        <w:t>ព្រះគុណ​នៃ​ព្រះអម្ចាស់យេស៊ូវគ្រីស្ទ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» </w:t>
      </w:r>
    </w:p>
    <w:p w:rsidR="00BE378E" w:rsidRPr="0043795E" w:rsidRDefault="00BE378E" w:rsidP="00BE378E">
      <w:pPr>
        <w:pStyle w:val="BodyText"/>
        <w:ind w:left="634" w:firstLine="720"/>
        <w:rPr>
          <w:rFonts w:cs="DaunPenh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</w:p>
    <w:p w:rsidR="00BE378E" w:rsidRPr="0043795E" w:rsidRDefault="00BE378E" w:rsidP="00BE378E">
      <w:pPr>
        <w:pStyle w:val="BodyText"/>
        <w:ind w:firstLine="720"/>
        <w:rPr>
          <w:rFonts w:cs="DaunPenh"/>
          <w:sz w:val="18"/>
          <w:lang w:bidi="km-KH"/>
        </w:rPr>
      </w:pP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>កន្លែងនេះ</w:t>
      </w:r>
      <w:r w:rsidRPr="006D209A">
        <w:rPr>
          <w:rFonts w:ascii="Khmer OS Siemreap" w:hAnsi="Khmer OS Siemreap" w:cs="Khmer OS Siemreap"/>
          <w:sz w:val="18"/>
          <w:cs/>
          <w:lang w:bidi="km-KH"/>
        </w:rPr>
        <w:t>គាត់កំពុង</w:t>
      </w:r>
      <w:r>
        <w:rPr>
          <w:rFonts w:ascii="Khmer OS Siemreap" w:hAnsi="Khmer OS Siemreap" w:cs="Khmer OS Siemreap" w:hint="cs"/>
          <w:sz w:val="18"/>
          <w:cs/>
          <w:lang w:bidi="km-KH"/>
        </w:rPr>
        <w:t>និយាយអំពីព្រះត្រីឯក គាត់កំពុងនិយាយអំពីព្រះយេស៊ូវគ្រីស្ទ និងព្រះវរបិតា ហើយនឹងព្រះវិញ្ញាណបរិសុទ្ធ។ ហើយគាត់កំពុងអធិស្ឋានថា «ព្រះគុណរបស់ព្រះអម្ចាស់យេស៊ូវគ្រីស្ទ» នឹង គង់នៅជាមួយពួកគេទាំងអស់គ្នា។ នោះគឺជារឿងមុនដំបូងដែលសាវកប៉ុលអធិស្ឋាន ដោយសារតែនោះគឺជា រឿងមុនដំបូងដែលយើងត្រូវការ។ នេះគឺជាសេចក្ដីអធិស្ឋានមួយសំរាប់សេចក្ដីសង្រ្គោះតាមរយះព្រះត្រីឯក។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>សូមកត់សំគាល់ថា សាវកប៉ុលបានផ្ដល់ «ព្រះគុណ» របស់ព្រះគ្រីស្ទមុន «សេចក្ដីស្រលាញ់របស់ ព្រះ»។ សូមកត់សំគាល់ផងដែរថាឈ្មោះពេញរបស់ព្រះគ្រីស្ទត្រូវបានហៅថា «ព្រះអម្ចាស់យេស៊ូវគ្រីស្ទ»។ វាបង្ហាញពីនិស្ស័យជាព្រះរបស់ទ្រង់ ដ្បិតទ្រង់គឺជាព្រះអម្ចាស់របស់យើង។ វាបង្ហាញពីនិស្សជាមនុស្សរបស់ ទ្រង់ ដ្បិតទ្រង់គឺជាព្រះយេស៊ូវ។ វាបង្ហាញពីកិច្ចការរបស់ទ្រង់ដូចជាព្រះគ្រីស្ទ ដ្បិតទ្រង់គឺជាព្រះមេស្សី។ ទ្រង់គឺជាព្រះអម្ចាស់យេស៊ូវគ្រីស្ទ។ វាគឺជាព្រះគុណរបស់ព្រះ ហើយរបស់មនុស្សនេះហើយដែលយើងបាន សង្រ្គោះ។ ហើយវាគឺជាមនុស្សនេះ ព្រះអម្ចាស់យេស៊ូវគ្រីស្ទ ដែលផ្ដល់ព្រះគុណមកយើង។ អស់អ្នកណា ដែលបានសង្រ្គោះគេដឹងយ៉ាងច្បាស់ថា គេបានសង្រ្គោះដោយសារព្រះគុណរបស់ព្រះអម្ចាស់យេស៊ូវគ្រីស្ទ។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>ពួកអ្នកដែលបាត់បង់គេមិនឃើញតំរូវការពីព្រះអម្ចាស់យេស៊ូវគ្រីស្ទទេ។ ពួកគេជាន់ឈ្លីទ្រង់នៅ ក្រោមបាតជើង(ហេព្រើរ ១០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២៩)។ ពួកគេចំអកមើលងាយទ្រង់ ហើយបដិសេធមិនទទួលស្គាល់ទ្រង់ ហើយពួកគេលាក់មុខរបស់គេពីទ្រង់ (អេសាយ ៥៣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៣)។ ពួកគេបដិសេធដើម្បីមករកទ្រង់ (យ៉ូហាន ៥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៤០)។ ពួកគេស្អប់ទ្រង់ ហើយស្អប់ខ្ពើមទ្រង់ជាខ្លាំង (អេសាយ ៥៣</w:t>
      </w:r>
      <w:r>
        <w:rPr>
          <w:rFonts w:ascii="Khmer OS Siemreap" w:hAnsi="Khmer OS Siemreap" w:cs="Khmer OS Siemreap"/>
          <w:sz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cs/>
          <w:lang w:bidi="km-KH"/>
        </w:rPr>
        <w:t>៣)។</w:t>
      </w:r>
    </w:p>
    <w:p w:rsidR="00BE378E" w:rsidRPr="0043795E" w:rsidRDefault="00BE378E" w:rsidP="00BE378E">
      <w:pPr>
        <w:pStyle w:val="BodyText"/>
        <w:ind w:firstLine="720"/>
        <w:rPr>
          <w:rFonts w:ascii="Khmer OS Siemreap" w:hAnsi="Khmer OS Siemreap" w:cs="DaunPenh"/>
          <w:sz w:val="18"/>
          <w:cs/>
          <w:lang w:bidi="km-KH"/>
        </w:rPr>
      </w:pP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មនុស្សនិយាយល្អពីលោក </w:t>
      </w:r>
      <w:r w:rsidRPr="00BE378E">
        <w:rPr>
          <w:rFonts w:ascii="Khmer OS Siemreap" w:hAnsi="Khmer OS Siemreap" w:cs="Khmer OS Siemreap"/>
          <w:sz w:val="20"/>
        </w:rPr>
        <w:t>Gandhi</w:t>
      </w:r>
      <w:r w:rsidRPr="0043795E">
        <w:rPr>
          <w:rFonts w:cs="DaunPenh" w:hint="cs"/>
          <w:cs/>
          <w:lang w:bidi="km-KH"/>
        </w:rPr>
        <w:t xml:space="preserve"> </w:t>
      </w:r>
      <w:r w:rsidRPr="0052633C">
        <w:rPr>
          <w:rFonts w:ascii="Khmer OS Siemreap" w:hAnsi="Khmer OS Siemreap" w:cs="Khmer OS Siemreap"/>
          <w:cs/>
          <w:lang w:bidi="km-KH"/>
        </w:rPr>
        <w:t xml:space="preserve">និងលោក </w:t>
      </w:r>
      <w:r w:rsidRPr="00BE378E">
        <w:rPr>
          <w:rFonts w:ascii="Khmer OS Siemreap" w:hAnsi="Khmer OS Siemreap" w:cs="Khmer OS Siemreap"/>
          <w:sz w:val="20"/>
        </w:rPr>
        <w:t>John Kennedy</w:t>
      </w:r>
      <w:r w:rsidRPr="0043795E">
        <w:rPr>
          <w:rFonts w:cs="DaunPenh" w:hint="cs"/>
          <w:cs/>
          <w:lang w:bidi="km-KH"/>
        </w:rPr>
        <w:t xml:space="preserve"> </w:t>
      </w:r>
      <w:r w:rsidRPr="0052633C">
        <w:rPr>
          <w:rFonts w:ascii="Khmer OS Siemreap" w:hAnsi="Khmer OS Siemreap" w:cs="Khmer OS Siemreap"/>
          <w:cs/>
          <w:lang w:bidi="km-KH"/>
        </w:rPr>
        <w:t>ដែលពួកគេទាំងពីរជា</w:t>
      </w:r>
      <w:r>
        <w:rPr>
          <w:rFonts w:ascii="Khmer OS Siemreap" w:hAnsi="Khmer OS Siemreap" w:cs="Khmer OS Siemreap" w:hint="cs"/>
          <w:cs/>
          <w:lang w:bidi="km-KH"/>
        </w:rPr>
        <w:t xml:space="preserve">អ្នកកំផិត ពួកគេនិយាយល្អពីលោក </w:t>
      </w:r>
      <w:r w:rsidRPr="00BE378E">
        <w:rPr>
          <w:rFonts w:ascii="Khmer OS Siemreap" w:hAnsi="Khmer OS Siemreap" w:cs="Khmer OS Siemreap"/>
          <w:sz w:val="20"/>
        </w:rPr>
        <w:t>Mohammed</w:t>
      </w:r>
      <w:r w:rsidRPr="0043795E">
        <w:rPr>
          <w:rFonts w:cs="DaunPenh" w:hint="cs"/>
          <w:cs/>
          <w:lang w:bidi="km-KH"/>
        </w:rPr>
        <w:t xml:space="preserve"> </w:t>
      </w:r>
      <w:r w:rsidRPr="0052633C">
        <w:rPr>
          <w:rFonts w:ascii="Khmer OS Siemreap" w:hAnsi="Khmer OS Siemreap" w:cs="Khmer OS Siemreap"/>
          <w:cs/>
          <w:lang w:bidi="km-KH"/>
        </w:rPr>
        <w:t>ដែល</w:t>
      </w:r>
      <w:r>
        <w:rPr>
          <w:rFonts w:ascii="Khmer OS Siemreap" w:hAnsi="Khmer OS Siemreap" w:cs="Khmer OS Siemreap" w:hint="cs"/>
          <w:cs/>
          <w:lang w:bidi="km-KH"/>
        </w:rPr>
        <w:t>ជាអ្នកប្រព្រឹត្ដអាក្រក់ចំពោះក្មេងៗមានអារក្សចូលម្នាក់ និង ជាឃាតករ។ ពួកគេនិយាយល្អពី</w:t>
      </w:r>
      <w:r w:rsidRPr="00393976">
        <w:t xml:space="preserve"> </w:t>
      </w:r>
      <w:proofErr w:type="spellStart"/>
      <w:r w:rsidRPr="00BE378E">
        <w:rPr>
          <w:rFonts w:ascii="Khmer OS Siemreap" w:hAnsi="Khmer OS Siemreap" w:cs="Khmer OS Siemreap"/>
          <w:sz w:val="20"/>
        </w:rPr>
        <w:t>Che</w:t>
      </w:r>
      <w:proofErr w:type="spellEnd"/>
      <w:r w:rsidRPr="00BE378E">
        <w:rPr>
          <w:rFonts w:ascii="Khmer OS Siemreap" w:hAnsi="Khmer OS Siemreap" w:cs="Khmer OS Siemreap"/>
          <w:sz w:val="20"/>
        </w:rPr>
        <w:t xml:space="preserve"> Guevara</w:t>
      </w:r>
      <w:r w:rsidRPr="0043795E">
        <w:rPr>
          <w:rFonts w:cs="DaunPenh" w:hint="cs"/>
          <w:cs/>
          <w:lang w:bidi="km-KH"/>
        </w:rPr>
        <w:t xml:space="preserve"> </w:t>
      </w:r>
      <w:r w:rsidRPr="00FD57C3">
        <w:rPr>
          <w:rFonts w:ascii="Khmer OS Siemreap" w:hAnsi="Khmer OS Siemreap" w:cs="Khmer OS Siemreap"/>
          <w:cs/>
          <w:lang w:bidi="km-KH"/>
        </w:rPr>
        <w:t>ដែលជាឃាតករម្នាក់ ហើយជាចោរម្នាក់។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ប៉ុន្ដែនៅពេល ពួកគេមករកព្រះយេស៊ូវ ពួកគេស្អប់ខ្ពើមទ្រង់ជាខ្លាំង។ បើអ្នកនៅក្នុងមហាវិទ្យាល័យអ្នកដឹងថាខ្ញុំនិយាយ ត្រូវ។ </w:t>
      </w:r>
      <w:r w:rsidRPr="00502F72">
        <w:rPr>
          <w:rFonts w:ascii="Khmer OS Siemreap" w:hAnsi="Khmer OS Siemreap" w:cs="Khmer OS Siemreap" w:hint="cs"/>
          <w:u w:val="single"/>
          <w:cs/>
          <w:lang w:bidi="km-KH"/>
        </w:rPr>
        <w:t>សាស្រ្ដាចារ្យនៅមហាវិទ្យាល័យស្អប់ព្រះរាជបុត្រានៃព្រះ ហើយស្អប់ព្រះអម្ចាស់យេស៊ូវគ្រីស្ទជាខ្លាំង។</w:t>
      </w:r>
    </w:p>
    <w:p w:rsidR="00BE378E" w:rsidRPr="00477BE0" w:rsidRDefault="00BE378E" w:rsidP="00BE378E">
      <w:pPr>
        <w:pStyle w:val="BodyText"/>
        <w:ind w:firstLine="720"/>
        <w:rPr>
          <w:rFonts w:ascii="Khmer OS Siemreap" w:hAnsi="Khmer OS Siemreap" w:cs="DaunPenh"/>
          <w:lang w:bidi="km-KH"/>
        </w:rPr>
      </w:pPr>
      <w:r w:rsidRPr="0071134C">
        <w:rPr>
          <w:rFonts w:ascii="Khmer OS Siemreap" w:hAnsi="Khmer OS Siemreap" w:cs="Khmer OS Siemreap"/>
          <w:cs/>
          <w:lang w:bidi="km-KH"/>
        </w:rPr>
        <w:lastRenderedPageBreak/>
        <w:t>ពួកគេមិនហាម</w:t>
      </w:r>
      <w:r>
        <w:rPr>
          <w:rFonts w:ascii="Khmer OS Siemreap" w:hAnsi="Khmer OS Siemreap" w:cs="Khmer OS Siemreap" w:hint="cs"/>
          <w:cs/>
          <w:lang w:bidi="km-KH"/>
        </w:rPr>
        <w:t xml:space="preserve">កម្មវិធីមេធ្មប់ និងឆ្មាខ្មៅនៅខែតុលា ៣១ទេ។ ពួកគេមិនហាមពាក្យ «អាឡូអ៊ីន» </w:t>
      </w:r>
      <w:r w:rsidRPr="00BE378E">
        <w:rPr>
          <w:rFonts w:ascii="Khmer OS Siemreap" w:hAnsi="Khmer OS Siemreap" w:cs="Khmer OS Siemreap"/>
          <w:sz w:val="20"/>
          <w:szCs w:val="18"/>
        </w:rPr>
        <w:t>“Halloween”</w:t>
      </w:r>
      <w:r w:rsidRPr="00BE378E">
        <w:rPr>
          <w:rFonts w:cs="DaunPenh" w:hint="cs"/>
          <w:sz w:val="20"/>
          <w:szCs w:val="18"/>
          <w:cs/>
          <w:lang w:bidi="km-KH"/>
        </w:rPr>
        <w:t xml:space="preserve"> </w:t>
      </w:r>
      <w:r w:rsidRPr="0071134C">
        <w:rPr>
          <w:rFonts w:ascii="Khmer OS Siemreap" w:hAnsi="Khmer OS Siemreap" w:cs="Khmer OS Siemreap"/>
          <w:cs/>
          <w:lang w:bidi="km-KH"/>
        </w:rPr>
        <w:t>នៅតាមហាង ឬតាមសាលាទេ។</w:t>
      </w:r>
      <w:r>
        <w:rPr>
          <w:rFonts w:ascii="Khmer OS Siemreap" w:hAnsi="Khmer OS Siemreap" w:cs="Khmer OS Siemreap" w:hint="cs"/>
          <w:cs/>
          <w:lang w:bidi="km-KH"/>
        </w:rPr>
        <w:t xml:space="preserve"> ប៉ុន្ដែពួកគេហាមពាក្យថា «បុណ្យណូអែល» នៅក្នុងគ្រប់ សាលាទាំងអស់នៅក្នុងប្រទេសអាមេរិក ហើយពីបណ្ដាហាងជាច្រើន ដោយព្រោះវាមានពាក្យ «ព្រះគ្រីស្ទ» ក្នុងវា។ ហើយពួកគេស្អប់ឈ្មោះ «បុណ្យណូអែល»។ នៅឆ្នាំនេះខ្ញុំបានឃើញឈ្មោះ «ព្រះគ្រីស្ទ» តែមួយ ដងគត់។ តែមួយដងគត់នៅក្នុងទីក្រុងឡូសអស់ចាឡែសដែលបានដាក់ឈើឆ្កាងមួយនៅពេលថ្ងៃណូអែល ក្រៅពីនោះគ្មានទៀតសោះ។ ក្រុមទាហានតូចមួយនៃអ្នកមិនជឿថាមានព្រះបានហែកវាចុះ ហើយគ្មាន គ្រីស្ទានណាមានចិត្ដក្លាហានល្មម ដើម្បីបញ្ឃប់ពួកគេទេ! សព្វថ្ងៃនេះព្រះអម្ចាស់យេស៊ូវគ្រីស្ទត្រូវគេមើល ងាយ ត្រូវគេចំអក ហើយត្រូវគេស្អប់ សូម្បីតែនៅពេលថ្ងៃណូអែល! ស្លាកសញ្ញាដ៏ធំមួយនៅ</w:t>
      </w:r>
      <w:r w:rsidRPr="00417DB3">
        <w:t xml:space="preserve"> </w:t>
      </w:r>
      <w:r w:rsidRPr="00BE378E">
        <w:rPr>
          <w:rFonts w:ascii="Khmer OS Siemreap" w:hAnsi="Khmer OS Siemreap" w:cs="Khmer OS Siemreap"/>
          <w:sz w:val="20"/>
        </w:rPr>
        <w:t>Times Square</w:t>
      </w:r>
      <w:r w:rsidRPr="00477BE0">
        <w:rPr>
          <w:rFonts w:cs="DaunPenh" w:hint="cs"/>
          <w:cs/>
          <w:lang w:bidi="km-KH"/>
        </w:rPr>
        <w:t xml:space="preserve"> </w:t>
      </w:r>
      <w:r w:rsidRPr="00417DB3">
        <w:rPr>
          <w:rFonts w:ascii="Khmer OS Siemreap" w:hAnsi="Khmer OS Siemreap" w:cs="Khmer OS Siemreap"/>
          <w:cs/>
          <w:lang w:bidi="km-KH"/>
        </w:rPr>
        <w:t>នៅក្នុងទីក្រុងញ៉ូវ ញ៉ោកត្រូវពួកអ្នកមិនជឿថាមានព្រះ</w:t>
      </w:r>
      <w:r>
        <w:rPr>
          <w:rFonts w:ascii="Khmer OS Siemreap" w:hAnsi="Khmer OS Siemreap" w:cs="Khmer OS Siemreap" w:hint="cs"/>
          <w:cs/>
          <w:lang w:bidi="km-KH"/>
        </w:rPr>
        <w:t>របស់ប្រទេសអាមេរិក</w:t>
      </w:r>
      <w:r w:rsidRPr="00417DB3">
        <w:rPr>
          <w:rFonts w:ascii="Khmer OS Siemreap" w:hAnsi="Khmer OS Siemreap" w:cs="Khmer OS Siemreap"/>
          <w:cs/>
          <w:lang w:bidi="km-KH"/>
        </w:rPr>
        <w:t>ដោះចោល។</w:t>
      </w:r>
      <w:r>
        <w:rPr>
          <w:rFonts w:ascii="Khmer OS Siemreap" w:hAnsi="Khmer OS Siemreap" w:cs="Khmer OS Siemreap" w:hint="cs"/>
          <w:cs/>
          <w:lang w:bidi="km-KH"/>
        </w:rPr>
        <w:t xml:space="preserve"> វាប្រាប់ ថា «តើអ្នកណាត្រូវការព្រះគ្រីស្ទនៅថ្ងៃបុណ្យណូអេល? គ្មានអ្នកណាត្រូវការទេ!» ពួកគេអាចត្រូវគេវាយ បើពួកគេដាក់វា «តើអ្នកណាត្រូវការមោហាម៉ាត់នៅ</w:t>
      </w:r>
      <w:r w:rsidRPr="00417DB3">
        <w:t xml:space="preserve"> </w:t>
      </w:r>
      <w:r w:rsidRPr="00BE378E">
        <w:rPr>
          <w:rFonts w:ascii="Khmer OS Siemreap" w:hAnsi="Khmer OS Siemreap" w:cs="Khmer OS Siemreap"/>
          <w:sz w:val="20"/>
        </w:rPr>
        <w:t>Ramadan</w:t>
      </w:r>
      <w:r w:rsidRPr="00477BE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cs/>
          <w:lang w:bidi="km-KH"/>
        </w:rPr>
        <w:t xml:space="preserve">ត្រូវការទេ!» ពួកគេអាចត្រូវគេហៅជាពួក យូដាដ៏ឃោឃៅ បើពួកគេដាក់វា​ «តើអ្នកណាត្រូវការប្រទេសអ៊ីស្រាអែលនៅថ្ងៃបុណ្យសាសនាយូដា? គ្មាន អ្នកត្រូវការទេ!» ប៉ុន្ដែវាធម្មតាសំរាប់មនុស្សមានពុត ក្នុងការដែលគេបំផ្លាញព្រះគ្រីស្ទនៅថ្ងែកំណើតរបស់ ទ្រង់នៅថ្ងៃបុណ្យណូអែល! លោក </w:t>
      </w:r>
      <w:r w:rsidRPr="00BE378E">
        <w:rPr>
          <w:rFonts w:ascii="Khmer OS Siemreap" w:hAnsi="Khmer OS Siemreap" w:cs="Khmer OS Siemreap"/>
          <w:sz w:val="20"/>
          <w:szCs w:val="18"/>
        </w:rPr>
        <w:t>Bill O’Reilly</w:t>
      </w:r>
      <w:r w:rsidRPr="00BE378E">
        <w:rPr>
          <w:rFonts w:ascii="Khmer OS Siemreap" w:hAnsi="Khmer OS Siemreap" w:cs="Khmer OS Siemreap"/>
          <w:sz w:val="20"/>
          <w:szCs w:val="18"/>
          <w:cs/>
          <w:lang w:bidi="km-KH"/>
        </w:rPr>
        <w:t xml:space="preserve"> </w:t>
      </w:r>
      <w:r w:rsidRPr="00BE378E">
        <w:rPr>
          <w:rFonts w:ascii="Khmer OS Siemreap" w:hAnsi="Khmer OS Siemreap" w:cs="Khmer OS Siemreap"/>
          <w:sz w:val="20"/>
          <w:cs/>
          <w:lang w:bidi="km-KH"/>
        </w:rPr>
        <w:t>នៃ</w:t>
      </w:r>
      <w:r w:rsidRPr="00BE378E">
        <w:rPr>
          <w:rFonts w:ascii="Khmer OS Siemreap" w:hAnsi="Khmer OS Siemreap" w:cs="Khmer OS Siemreap"/>
          <w:sz w:val="20"/>
          <w:szCs w:val="18"/>
        </w:rPr>
        <w:t xml:space="preserve"> Fox News</w:t>
      </w:r>
      <w:r w:rsidRPr="00BE378E">
        <w:rPr>
          <w:rFonts w:cs="DaunPenh" w:hint="cs"/>
          <w:sz w:val="20"/>
          <w:szCs w:val="18"/>
          <w:cs/>
          <w:lang w:bidi="km-KH"/>
        </w:rPr>
        <w:t xml:space="preserve"> </w:t>
      </w:r>
      <w:r w:rsidRPr="00B3334A">
        <w:rPr>
          <w:rFonts w:ascii="Khmer OS Siemreap" w:hAnsi="Khmer OS Siemreap" w:cs="Khmer OS Siemreap"/>
          <w:cs/>
          <w:lang w:bidi="km-KH"/>
        </w:rPr>
        <w:t>គាត់</w:t>
      </w:r>
      <w:r>
        <w:rPr>
          <w:rFonts w:ascii="Khmer OS Siemreap" w:hAnsi="Khmer OS Siemreap" w:cs="Khmer OS Siemreap" w:hint="cs"/>
          <w:cs/>
          <w:lang w:bidi="km-KH"/>
        </w:rPr>
        <w:t>បានធ្វើ</w:t>
      </w:r>
      <w:r w:rsidRPr="00B3334A">
        <w:rPr>
          <w:rFonts w:ascii="Khmer OS Siemreap" w:hAnsi="Khmer OS Siemreap" w:cs="Khmer OS Siemreap"/>
          <w:cs/>
          <w:lang w:bidi="km-KH"/>
        </w:rPr>
        <w:t>ត្រូវ!</w:t>
      </w:r>
      <w:r>
        <w:rPr>
          <w:rFonts w:ascii="Khmer OS Siemreap" w:hAnsi="Khmer OS Siemreap" w:cs="Khmer OS Siemreap" w:hint="cs"/>
          <w:cs/>
          <w:lang w:bidi="km-KH"/>
        </w:rPr>
        <w:t xml:space="preserve"> មាន«សង្រ្គាម​មួយនៅថ្ងៃបុណ្យណូអែលពិតមែន» មានសង្រ្គាមមួយប្រឆាំងនឹងសាសនាគ្រីស្ទពិតមែន» មនុស្សក្នុងអំពើ បាបស្អប់ព្រះយេស៊ូវគ្រីស្ទ!</w:t>
      </w:r>
      <w:r w:rsidRPr="007E30DB">
        <w:t xml:space="preserve">   </w:t>
      </w:r>
    </w:p>
    <w:p w:rsidR="00BE378E" w:rsidRPr="0043795E" w:rsidRDefault="00BE378E" w:rsidP="00BE378E">
      <w:pPr>
        <w:pStyle w:val="BodyText"/>
        <w:ind w:firstLine="720"/>
        <w:rPr>
          <w:rFonts w:cs="DaunPenh"/>
          <w:lang w:bidi="km-KH"/>
        </w:rPr>
      </w:pPr>
    </w:p>
    <w:p w:rsidR="00BE378E" w:rsidRPr="00F143FA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43795E">
        <w:rPr>
          <w:rFonts w:cs="DaunPenh" w:hint="cs"/>
          <w:cs/>
          <w:lang w:bidi="km-KH"/>
        </w:rPr>
        <w:tab/>
      </w:r>
      <w:r w:rsidRPr="00F143FA">
        <w:rPr>
          <w:rFonts w:ascii="Khmer OS Siemreap" w:hAnsi="Khmer OS Siemreap" w:cs="Khmer OS Siemreap"/>
          <w:sz w:val="18"/>
          <w:szCs w:val="18"/>
          <w:cs/>
          <w:lang w:bidi="km-KH"/>
        </w:rPr>
        <w:t>«មនុស្សដ៏ទុក្ខព្រួយ» តើព្រះនាមអ្វី?</w:t>
      </w:r>
    </w:p>
    <w:p w:rsidR="00BE378E" w:rsidRPr="00F143FA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143F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សំរាប់ព្រះរាជបុត្រានៃព្រះទ្រង់បានមក</w:t>
      </w:r>
    </w:p>
    <w:p w:rsidR="00BE378E" w:rsidRPr="00F143FA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143F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បំផ្លាញបាបឲ្យទទួលបានមកវិញ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F143FA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 ហាលេលូយ៉ា! ព្រះអង្គសង្រ្គោះដ៏អស្ចារ្យ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!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ទ្រាំយកភាពអាម៉ាស់ និងការចំអកដ៏ខឃោរឃៅ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នៅកន្លែងរបស់ខ្ញុំបានធ្វើឲ្យទ្រង់ជាប់ទោស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ទ្រង់បានលើកលែងទោសខ្ញុំដោយឈាមរបស់ទ្រង់</w:t>
      </w:r>
    </w:p>
    <w:p w:rsidR="00BE378E" w:rsidRPr="0043795E" w:rsidRDefault="00BE378E" w:rsidP="00BE378E">
      <w:pPr>
        <w:pStyle w:val="BodyText"/>
        <w:ind w:firstLine="720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 </w:t>
      </w:r>
      <w:r w:rsidRPr="00F143FA">
        <w:rPr>
          <w:rFonts w:ascii="Khmer OS Siemreap" w:hAnsi="Khmer OS Siemreap" w:cs="Khmer OS Siemreap"/>
          <w:sz w:val="18"/>
          <w:szCs w:val="18"/>
          <w:cs/>
          <w:lang w:bidi="km-KH"/>
        </w:rPr>
        <w:t>ហាលេលូយ៉ា! ព្រះអង្គសង្រ្គោះដ៏អស្ចារ្យ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! ដោយ</w:t>
      </w:r>
      <w:r w:rsidRPr="00F143FA">
        <w:t xml:space="preserve"> </w:t>
      </w:r>
      <w:r w:rsidRPr="007E30DB">
        <w:t>Philip P. Bliss, 1838-1876)</w:t>
      </w:r>
      <w:r w:rsidRPr="00F143FA">
        <w:rPr>
          <w:rFonts w:ascii="Khmer OS Siemreap" w:hAnsi="Khmer OS Siemreap" w:cs="Khmer OS Siemreap"/>
          <w:cs/>
          <w:lang w:bidi="km-KH"/>
        </w:rPr>
        <w:t>។</w:t>
      </w:r>
    </w:p>
    <w:p w:rsidR="00BE378E" w:rsidRPr="0043795E" w:rsidRDefault="00BE378E" w:rsidP="00BE378E">
      <w:pPr>
        <w:pStyle w:val="IndentedQuote"/>
        <w:ind w:left="0"/>
        <w:rPr>
          <w:rFonts w:cs="DaunPenh"/>
          <w:szCs w:val="32"/>
          <w:lang w:bidi="km-KH"/>
        </w:rPr>
      </w:pPr>
    </w:p>
    <w:p w:rsidR="00BE378E" w:rsidRDefault="00BE378E" w:rsidP="00BE378E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 w:rsidRPr="0043795E">
        <w:rPr>
          <w:rFonts w:cs="DaunPenh" w:hint="cs"/>
          <w:szCs w:val="32"/>
          <w:cs/>
          <w:lang w:bidi="km-KH"/>
        </w:rPr>
        <w:tab/>
      </w:r>
      <w:r>
        <w:rPr>
          <w:rFonts w:ascii="Khmer OS Siemreap" w:hAnsi="Khmer OS Siemreap" w:cs="Khmer OS Siemreap"/>
          <w:cs/>
          <w:lang w:bidi="km-KH"/>
        </w:rPr>
        <w:t>អូ</w:t>
      </w:r>
      <w:r>
        <w:rPr>
          <w:rFonts w:ascii="Khmer OS Siemreap" w:hAnsi="Khmer OS Siemreap" w:cs="Khmer OS Siemreap" w:hint="cs"/>
          <w:cs/>
          <w:lang w:bidi="km-KH"/>
        </w:rPr>
        <w:t>ខ្ញុំមានអារម្មណ៍</w:t>
      </w:r>
      <w:r>
        <w:rPr>
          <w:rFonts w:ascii="Khmer OS Siemreap" w:hAnsi="Khmer OS Siemreap" w:cs="Khmer OS Siemreap"/>
          <w:cs/>
          <w:lang w:bidi="km-KH"/>
        </w:rPr>
        <w:t>ស្ដាយណា</w:t>
      </w:r>
      <w:r>
        <w:rPr>
          <w:rFonts w:ascii="Khmer OS Siemreap" w:hAnsi="Khmer OS Siemreap" w:cs="Khmer OS Siemreap" w:hint="cs"/>
          <w:cs/>
          <w:lang w:bidi="km-KH"/>
        </w:rPr>
        <w:t xml:space="preserve">ស់ នៅពេលខ្ញុំគិតថាមានមនុស្សក្មេងខ្លះ ដែលចូលរួមក្រុមជំនុំផ្ទាល់ របស់យើងជារៀងរាល់ថ្ងៃអាទិត្យ ប៉ុន្ដែពួកគេមិនស្រឡាញ់ព្រះយេស៊ូវល្មមដើម្បីទុកចិត្ដទ្រង់! អូ តើអ្នកអាច មានបទពិសោធន៍ទទួលបានព្រះគុណរបស់ព្រះយ៉ាងម៉េចទៅ បើអ្នកនៅខាងពួកអារក្ស? តើអ្នកអាចបាន សង្រ្គោះយ៉ាងម៉េចបាន បើអ្នកនៅតែបន្ដមើលងាយព្រះយេស៊ូវ បើអ្នកមិនស្រឡាញ់ទ្រង់ល្មមដើម្បីជឿទុក ចិត្ដទ្រង់! តើអ្នកអាចទទួលបានបទពិសោធន៍ពីព្រះគុណ និងសេចក្ដីគាប់ព្រះហឬទ័យដល់ព្រះយ៉ាងម៉េច បាន បើអ្នកនៅតែបន្ដបដិសេធមិនទទួលស្គាល់ព្រះអម្ចាស់យេស៊ូវគ្រីស្ទ? ថ្ងៃណាមួយអ្នកនឹងក្លាយដូចជា បុរសចាស់នៅក្នុងអាងហែលទឹកនោះ </w:t>
      </w:r>
      <w:r w:rsidRPr="007E30DB">
        <w:t xml:space="preserve">– </w:t>
      </w:r>
      <w:r>
        <w:rPr>
          <w:rFonts w:ascii="Khmer OS Siemreap" w:hAnsi="Khmer OS Siemreap" w:cs="Khmer OS Siemreap" w:hint="cs"/>
          <w:cs/>
          <w:lang w:bidi="km-KH"/>
        </w:rPr>
        <w:t>នៅម្នាក់ឯង ហើយគ្មានសង្ឃឹមនៅថ្ងៃបុណ្យណូអែល។</w:t>
      </w:r>
    </w:p>
    <w:p w:rsidR="00BE378E" w:rsidRPr="00A36F25" w:rsidRDefault="00BE378E" w:rsidP="00BE378E">
      <w:pPr>
        <w:pStyle w:val="IndentedQuote"/>
        <w:ind w:left="0" w:right="-18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lastRenderedPageBreak/>
        <w:tab/>
        <w:t>ពិតប្រាកដណាស់ព្រះគុណគឺជាអ្វីដែលមនុស្សមានបាបដែលជាប់មានទោស កង្វក់ ហើយគ្មាន​ជំនួយត្រូវការ! ហើយគ្មានអ្នកណាម្នាក់ទេមាន ប៉ុន្ដែព្រះយេស៊ូវមានព្រះគុណដែលអ្នកត្រូវការ។ សូមទៅរក ទ្រង់ឥឡូវនេះ មុនពេលវាយឺត! បន្ទាប់មកអ្នកនឹងអាចនិយាយជាមួយសាកពេត្រុសបាន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43795E">
        <w:rPr>
          <w:rFonts w:cs="DaunPenh" w:hint="cs"/>
          <w:cs/>
          <w:lang w:bidi="km-KH"/>
        </w:rPr>
        <w:tab/>
      </w:r>
      <w:r w:rsidRPr="00A61C85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bookmarkStart w:id="1" w:name="V11"/>
      <w:bookmarkEnd w:id="1"/>
      <w:r w:rsidRPr="00A61C85">
        <w:rPr>
          <w:rFonts w:ascii="Khmer OS Siemreap" w:hAnsi="Khmer OS Siemreap" w:cs="Khmer OS Siemreap"/>
          <w:sz w:val="18"/>
          <w:szCs w:val="18"/>
          <w:cs/>
        </w:rPr>
        <w:t>យើង​ជឿ​ថា បាន​សង្គ្រោះ​ដោយ​ព្រះគុណ​នៃ​ព្រះអម្ចាស់យេស៊ូវ ដូច​ជា​គេ​</w:t>
      </w:r>
    </w:p>
    <w:p w:rsidR="00BE378E" w:rsidRDefault="00BE378E" w:rsidP="00BE378E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A61C85">
        <w:rPr>
          <w:rFonts w:ascii="Khmer OS Siemreap" w:hAnsi="Khmer OS Siemreap" w:cs="Khmer OS Siemreap"/>
          <w:sz w:val="18"/>
          <w:szCs w:val="18"/>
          <w:cs/>
        </w:rPr>
        <w:t>ដែរ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»(កិច្ចការ ១៥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១១)។</w:t>
      </w:r>
    </w:p>
    <w:p w:rsidR="00BE378E" w:rsidRPr="00A61C85" w:rsidRDefault="00BE378E" w:rsidP="00BE378E">
      <w:pPr>
        <w:pStyle w:val="BodyText"/>
        <w:ind w:left="720" w:firstLine="720"/>
        <w:rPr>
          <w:rFonts w:ascii="Khmer OS Siemreap" w:hAnsi="Khmer OS Siemreap" w:cs="Khmer OS Siemreap"/>
          <w:sz w:val="18"/>
          <w:szCs w:val="18"/>
          <w:cs/>
          <w:lang w:bidi="km-KH"/>
        </w:rPr>
      </w:pPr>
    </w:p>
    <w:p w:rsidR="00BE378E" w:rsidRPr="000A7429" w:rsidRDefault="00BE378E" w:rsidP="00BE378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0A7429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២. ទីពីរ អ្នកត្រូវការសេចក្ដីស្រឡាញ់របស់ព្រះ។</w:t>
      </w:r>
    </w:p>
    <w:p w:rsidR="00BE378E" w:rsidRPr="0043795E" w:rsidRDefault="00BE378E" w:rsidP="00BE378E">
      <w:pPr>
        <w:pStyle w:val="BodyText"/>
        <w:ind w:left="1080"/>
        <w:rPr>
          <w:rFonts w:cs="DaunPenh"/>
          <w:b/>
          <w:bCs/>
          <w:sz w:val="24"/>
          <w:lang w:bidi="km-KH"/>
        </w:rPr>
      </w:pPr>
    </w:p>
    <w:p w:rsidR="00BE378E" w:rsidRPr="0043795E" w:rsidRDefault="00BE378E" w:rsidP="00BE378E">
      <w:pPr>
        <w:pStyle w:val="BodyText"/>
        <w:ind w:left="1418" w:right="1399" w:hanging="698"/>
        <w:rPr>
          <w:rFonts w:cs="DaunPenh"/>
          <w:sz w:val="18"/>
          <w:szCs w:val="18"/>
          <w:lang w:bidi="km-KH"/>
        </w:rPr>
      </w:pPr>
      <w:r w:rsidRPr="0043795E">
        <w:rPr>
          <w:rFonts w:cs="DaunPenh" w:hint="cs"/>
          <w:cs/>
          <w:lang w:bidi="km-KH"/>
        </w:rPr>
        <w:tab/>
      </w:r>
      <w:r w:rsidRPr="00A61C85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A61C85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សូម​ឲ្យ​អ្នក​រាល់​គ្នាបាន​ប្រកប​ដោយ​ព្រះគុណ​នៃ​ព្រះអម្ចាស់យេស៊ូវគ្រីស្ទ</w:t>
      </w:r>
      <w:r w:rsidRPr="00A61C85">
        <w:rPr>
          <w:rFonts w:ascii="Khmer OS Siemreap" w:hAnsi="Khmer OS Siemreap" w:cs="Khmer OS Siemreap"/>
          <w:sz w:val="18"/>
          <w:szCs w:val="18"/>
        </w:rPr>
        <w:t xml:space="preserve"> </w:t>
      </w:r>
      <w:r w:rsidRPr="00A61C85">
        <w:rPr>
          <w:rFonts w:ascii="Khmer OS Siemreap" w:hAnsi="Khmer OS Siemreap" w:cs="Khmer OS Siemreap"/>
          <w:sz w:val="18"/>
          <w:szCs w:val="18"/>
          <w:u w:val="single"/>
          <w:cs/>
        </w:rPr>
        <w:t>និង​សេចក្តី​ស្រឡាញ់​របស់​ព្រះ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...</w:t>
      </w:r>
      <w:r w:rsidRPr="00A61C85">
        <w:rPr>
          <w:rFonts w:ascii="Khmer OS Siemreap" w:hAnsi="Khmer OS Siemreap" w:cs="Khmer OS Siemreap"/>
          <w:sz w:val="18"/>
          <w:szCs w:val="18"/>
          <w:cs/>
        </w:rPr>
        <w:t>។ អាម៉ែន</w:t>
      </w:r>
      <w:r w:rsidRPr="00A61C85"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 w:rsidRPr="00A61C85">
        <w:rPr>
          <w:rFonts w:ascii="Khmer OS Siemreap" w:hAnsi="Khmer OS Siemreap" w:cs="Khmer OS Siemreap"/>
          <w:sz w:val="18"/>
          <w:szCs w:val="18"/>
          <w:lang w:bidi="km-KH"/>
        </w:rPr>
        <w:t>:</w:t>
      </w:r>
      <w:r w:rsidRPr="00A61C85"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</w:t>
      </w:r>
      <w:r w:rsidRPr="00BE378E">
        <w:rPr>
          <w:rFonts w:ascii="Khmer OS Siemreap" w:hAnsi="Khmer OS Siemreap" w:cs="Khmer OS Siemreap"/>
          <w:sz w:val="20"/>
          <w:cs/>
          <w:lang w:bidi="km-KH"/>
        </w:rPr>
        <w:t>។</w:t>
      </w:r>
    </w:p>
    <w:p w:rsidR="00BE378E" w:rsidRPr="007E30DB" w:rsidRDefault="00BE378E" w:rsidP="00BE378E">
      <w:pPr>
        <w:pStyle w:val="BodyText"/>
        <w:ind w:firstLine="720"/>
        <w:rPr>
          <w:sz w:val="18"/>
        </w:rPr>
      </w:pP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DB503B">
        <w:rPr>
          <w:rFonts w:ascii="Khmer OS Siemreap" w:hAnsi="Khmer OS Siemreap" w:cs="Khmer OS Siemreap"/>
          <w:cs/>
          <w:lang w:bidi="km-KH"/>
        </w:rPr>
        <w:t>លោក ឆាឡែស</w:t>
      </w:r>
      <w:r w:rsidRPr="007800A5">
        <w:t xml:space="preserve"> </w:t>
      </w:r>
      <w:r w:rsidRPr="00BE378E">
        <w:rPr>
          <w:rFonts w:ascii="Khmer OS Siemreap" w:hAnsi="Khmer OS Siemreap" w:cs="Khmer OS Siemreap"/>
          <w:sz w:val="20"/>
        </w:rPr>
        <w:t>Hodge</w:t>
      </w:r>
      <w:r w:rsidRPr="0043795E">
        <w:rPr>
          <w:rFonts w:cs="DaunPenh" w:hint="cs"/>
          <w:cs/>
          <w:lang w:bidi="km-KH"/>
        </w:rPr>
        <w:t xml:space="preserve"> </w:t>
      </w:r>
      <w:r w:rsidRPr="00DB503B">
        <w:rPr>
          <w:rFonts w:ascii="Khmer OS Siemreap" w:hAnsi="Khmer OS Siemreap" w:cs="Khmer OS Siemreap"/>
          <w:cs/>
          <w:lang w:bidi="km-KH"/>
        </w:rPr>
        <w:t>ជាអ្នក</w:t>
      </w:r>
      <w:r>
        <w:rPr>
          <w:rFonts w:ascii="Khmer OS Siemreap" w:hAnsi="Khmer OS Siemreap" w:cs="Khmer OS Siemreap" w:hint="cs"/>
          <w:cs/>
          <w:lang w:bidi="km-KH"/>
        </w:rPr>
        <w:t>សិក្សាពីព្រះគម្ពីរដ៏ល្បីម្នាក់នៅសតវត្សទី១៩បានប្រសាសន៍ថា «នៅក្នុងទស្សនៈមួយ {វិធីមួយដើម្បីមើលកាន់វា}សេចក្ដីស្រឡាញ់របស់ព្រះគឺជាប្រភពនៃការប្រោសលោះ។ ព្រះបានសំដែងស្រឡាញ់របស់ទ្រង់នៅក្នុងការប្រទានព្រះរាជបុត្រារបស់ទ្រង់សំរាប់យើង</w:t>
      </w:r>
    </w:p>
    <w:p w:rsidR="00BE378E" w:rsidRPr="0043795E" w:rsidRDefault="00BE378E" w:rsidP="00BE378E">
      <w:pPr>
        <w:pStyle w:val="BodyText"/>
        <w:ind w:firstLine="720"/>
        <w:rPr>
          <w:rFonts w:cs="DaunPenh"/>
          <w:lang w:bidi="km-KH"/>
        </w:rPr>
      </w:pPr>
    </w:p>
    <w:p w:rsidR="00BE378E" w:rsidRPr="00BF1DFE" w:rsidRDefault="00BE378E" w:rsidP="00BE378E">
      <w:pPr>
        <w:pStyle w:val="BodyText"/>
        <w:ind w:left="1418" w:right="1399"/>
        <w:rPr>
          <w:rFonts w:ascii="Khmer OS Siemreap" w:hAnsi="Khmer OS Siemreap" w:cs="Khmer OS Siemreap"/>
          <w:sz w:val="18"/>
          <w:szCs w:val="18"/>
          <w:cs/>
          <w:lang w:bidi="km-KH"/>
        </w:rPr>
      </w:pPr>
      <w:r w:rsidRPr="0043795E">
        <w:rPr>
          <w:rFonts w:cs="DaunPenh" w:hint="cs"/>
          <w:cs/>
          <w:lang w:bidi="km-KH"/>
        </w:rPr>
        <w:tab/>
      </w:r>
      <w:r w:rsidRPr="00BF1DFE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BF1DFE">
        <w:rPr>
          <w:rFonts w:ascii="Khmer OS Siemreap" w:hAnsi="Khmer OS Siemreap" w:cs="Khmer OS Siemreap"/>
          <w:sz w:val="18"/>
          <w:szCs w:val="18"/>
          <w:cs/>
        </w:rPr>
        <w:t>តែ​ឯ​ព្រះ ទ្រង់​សំដែង​សេចក្តី​ស្រឡាញ់​របស់​ទ្រង់</w:t>
      </w:r>
      <w:r w:rsidRPr="00BF1DFE">
        <w:rPr>
          <w:rFonts w:ascii="Khmer OS Siemreap" w:hAnsi="Khmer OS Siemreap" w:cs="Khmer OS Siemreap"/>
          <w:sz w:val="18"/>
          <w:szCs w:val="18"/>
        </w:rPr>
        <w:t xml:space="preserve"> </w:t>
      </w:r>
      <w:r w:rsidRPr="00BF1DFE">
        <w:rPr>
          <w:rFonts w:ascii="Khmer OS Siemreap" w:hAnsi="Khmer OS Siemreap" w:cs="Khmer OS Siemreap"/>
          <w:sz w:val="18"/>
          <w:szCs w:val="18"/>
          <w:cs/>
        </w:rPr>
        <w:t>ដល់​យើង​រាល់​គ្នា​ឲ្យ​ឃើញ​ច្បាស់</w:t>
      </w:r>
      <w:r w:rsidRPr="00BF1DFE">
        <w:rPr>
          <w:rFonts w:ascii="Khmer OS Siemreap" w:hAnsi="Khmer OS Siemreap" w:cs="Khmer OS Siemreap"/>
          <w:sz w:val="18"/>
          <w:szCs w:val="18"/>
        </w:rPr>
        <w:t xml:space="preserve"> </w:t>
      </w:r>
      <w:r w:rsidRPr="00BF1DFE">
        <w:rPr>
          <w:rFonts w:ascii="Khmer OS Siemreap" w:hAnsi="Khmer OS Siemreap" w:cs="Khmer OS Siemreap"/>
          <w:sz w:val="18"/>
          <w:szCs w:val="18"/>
          <w:cs/>
        </w:rPr>
        <w:t>ដោយ​ព្រះគ្រីស្ទ​បាន​សុគត​ជំនួស​យើង​រាល់​គ្នា</w:t>
      </w:r>
      <w:r w:rsidRPr="00BF1DFE">
        <w:rPr>
          <w:rFonts w:ascii="Khmer OS Siemreap" w:hAnsi="Khmer OS Siemreap" w:cs="Khmer OS Siemreap"/>
          <w:sz w:val="18"/>
          <w:szCs w:val="18"/>
        </w:rPr>
        <w:t xml:space="preserve"> </w:t>
      </w:r>
      <w:r w:rsidRPr="00BF1DFE">
        <w:rPr>
          <w:rFonts w:ascii="Khmer OS Siemreap" w:hAnsi="Khmer OS Siemreap" w:cs="Khmer OS Siemreap"/>
          <w:sz w:val="18"/>
          <w:szCs w:val="18"/>
          <w:cs/>
        </w:rPr>
        <w:t>នោះ​គឺ​ក្នុង​កាល​ដែល​យើង​នៅ​មាន​បាប​នៅ​ឡើយ​ផង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»(រ៉ូម ៥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៨)។</w:t>
      </w:r>
    </w:p>
    <w:p w:rsidR="00BE378E" w:rsidRPr="0043795E" w:rsidRDefault="00BE378E" w:rsidP="00BE378E">
      <w:pPr>
        <w:pStyle w:val="BodyText"/>
        <w:rPr>
          <w:rFonts w:cs="DaunPenh"/>
          <w:sz w:val="18"/>
          <w:lang w:bidi="km-KH"/>
        </w:rPr>
      </w:pP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 w:rsidRPr="0053562A">
        <w:rPr>
          <w:rFonts w:ascii="Khmer OS Siemreap" w:hAnsi="Khmer OS Siemreap" w:cs="Khmer OS Siemreap"/>
          <w:sz w:val="18"/>
          <w:cs/>
          <w:lang w:bidi="km-KH"/>
        </w:rPr>
        <w:t>ប៉ុន្ដែនៅក្នុងទស្សនៈផ្សេងទៀត {វិធីផ្សេងទៀតដើម្បីមើលកាន់វា} សេចក្ដីស្រឡាញ់របស់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មកកាន់យើងគឺ ដោយសារព្រះគុណ និងការងាររបស់ព្រះគ្រីស្ទ។ នោះគឺជាការសំដែងស្រឡាញ់នៅក្នុងការលើកលែងទោស នោះ នៅក្នុងការញែកជាបរិសុទ្ធ ហើយនិងនៅក្នុងសេចក្ដីសង្រ្គោះរបស់មនុស្ស ជាការព្រមព្រៀងនៅក្នុង ការងាររបស់ព្រះគ្រីស្ទ។ យើងត្រូវបានផ្សះផ្សាជាមួយព្រះវរបិតា ដោយសារការសុគតរបស់ព្រះរាជបុត្រា របស់ទ្រង់។ ការសុគតរបស់ទ្រង់ជាសេចក្ដីសុចរិតមួយសំរាប់អំពើបាបរបស់យើង ហើយពិតប្រាកដណាស់ វាសំខាន់ដើម្បីឲ្យមនុស្សមានការប្រកបជាមួយព្រះ ហើយបង្កើតឲ្យមានចំណែកនៃសេចក្ដីស្រឡាញ់របស់​ទ្រង់។ ដូច្នោះសាវកប៉ុលដាក់ព្រះគុណរបស់ព្រះគ្រីស្ទមុនសេចក្ដីស្រឡាញ់របស់ព្រះ ដូចនៅក្នុងន័យដែល បានបង្ហាញប្រាប់ពីស្ថានភាពដ៏ចាំបាច់នៃការសំដែងរបស់វា» </w:t>
      </w:r>
      <w:r w:rsidRPr="007E30DB">
        <w:t xml:space="preserve">(Charles Hodge, Ph.D., </w:t>
      </w:r>
      <w:r w:rsidRPr="007E30DB">
        <w:rPr>
          <w:b/>
          <w:i/>
        </w:rPr>
        <w:t>1 and 2 Corinthians,</w:t>
      </w:r>
      <w:r w:rsidRPr="007E30DB">
        <w:t xml:space="preserve"> The Banner of Truth Trust, 2000 reprint, p. 689; 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កត់លើ</w:t>
      </w:r>
      <w:r w:rsidRPr="00363977">
        <w:rPr>
          <w:rFonts w:ascii="Khmer OS Siemreap" w:hAnsi="Khmer OS Siemreap" w:cs="Khmer OS Siemreap"/>
          <w:sz w:val="20"/>
        </w:rPr>
        <w:t xml:space="preserve"> </w:t>
      </w:r>
      <w:proofErr w:type="spellStart"/>
      <w:r w:rsidRPr="00363977">
        <w:rPr>
          <w:rFonts w:ascii="Khmer OS Siemreap" w:hAnsi="Khmer OS Siemreap" w:cs="Khmer OS Siemreap"/>
          <w:sz w:val="20"/>
        </w:rPr>
        <w:t>កូរិនថូសទី</w:t>
      </w:r>
      <w:proofErr w:type="spellEnd"/>
      <w:r w:rsidRPr="00363977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363977">
        <w:rPr>
          <w:rFonts w:ascii="Khmer OS Siemreap" w:hAnsi="Khmer OS Siemreap" w:cs="Khmer OS Siemreap"/>
          <w:sz w:val="20"/>
        </w:rPr>
        <w:t xml:space="preserve"> 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363977">
        <w:rPr>
          <w:rFonts w:ascii="Khmer OS Siemreap" w:hAnsi="Khmer OS Siemreap" w:cs="Khmer OS Siemreap"/>
          <w:sz w:val="20"/>
        </w:rPr>
        <w:t>: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363977">
        <w:rPr>
          <w:rFonts w:ascii="Khmer OS Siemreap" w:hAnsi="Khmer OS Siemreap" w:cs="Khmer OS Siemreap"/>
          <w:sz w:val="20"/>
        </w:rPr>
        <w:t>) ។</w:t>
      </w:r>
      <w:r w:rsidR="0076738A">
        <w:rPr>
          <w:rFonts w:ascii="Khmer OS Siemreap" w:hAnsi="Khmer OS Siemreap" w:cs="Khmer OS Siemreap"/>
          <w:sz w:val="20"/>
        </w:rPr>
        <w:t xml:space="preserve">  </w:t>
      </w:r>
    </w:p>
    <w:p w:rsidR="00BE378E" w:rsidRPr="0043795E" w:rsidRDefault="00BE378E" w:rsidP="00BE378E">
      <w:pPr>
        <w:pStyle w:val="BodyText"/>
        <w:rPr>
          <w:rFonts w:ascii="Khmer OS Siemreap" w:hAnsi="Khmer OS Siemreap" w:cs="DaunPenh"/>
          <w:sz w:val="18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 xml:space="preserve">ដូចជាលោក </w:t>
      </w:r>
      <w:r w:rsidRPr="007E30DB">
        <w:t>William R. Newell</w:t>
      </w:r>
      <w:r w:rsidRPr="0043795E">
        <w:rPr>
          <w:rFonts w:cs="DaunPenh" w:hint="cs"/>
          <w:cs/>
          <w:lang w:bidi="km-KH"/>
        </w:rPr>
        <w:t xml:space="preserve"> </w:t>
      </w:r>
      <w:r w:rsidRPr="00116361">
        <w:rPr>
          <w:rFonts w:ascii="Khmer OS Siemreap" w:hAnsi="Khmer OS Siemreap" w:cs="Khmer OS Siemreap"/>
          <w:cs/>
          <w:lang w:bidi="km-KH"/>
        </w:rPr>
        <w:t>ប្រាប់ពីវា</w:t>
      </w:r>
    </w:p>
    <w:p w:rsidR="00BE378E" w:rsidRPr="0043795E" w:rsidRDefault="00BE378E" w:rsidP="00BE378E">
      <w:pPr>
        <w:pStyle w:val="BodyTextIndent2"/>
        <w:rPr>
          <w:rFonts w:cs="DaunPenh"/>
          <w:lang w:bidi="km-KH"/>
        </w:rPr>
      </w:pPr>
      <w:r w:rsidRPr="0043795E">
        <w:rPr>
          <w:rFonts w:cs="DaunPenh" w:hint="cs"/>
          <w:cs/>
          <w:lang w:bidi="km-KH"/>
        </w:rPr>
        <w:tab/>
      </w:r>
    </w:p>
    <w:p w:rsidR="00BE378E" w:rsidRPr="00116361" w:rsidRDefault="00BE378E" w:rsidP="00BE378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43795E">
        <w:rPr>
          <w:rFonts w:cs="DaunPenh" w:hint="cs"/>
          <w:sz w:val="18"/>
          <w:cs/>
          <w:lang w:bidi="km-KH"/>
        </w:rPr>
        <w:tab/>
      </w:r>
      <w:r w:rsidRPr="00116361">
        <w:rPr>
          <w:rFonts w:ascii="Khmer OS Siemreap" w:hAnsi="Khmer OS Siemreap" w:cs="Khmer OS Siemreap"/>
          <w:sz w:val="18"/>
          <w:szCs w:val="18"/>
          <w:cs/>
          <w:lang w:bidi="km-KH"/>
        </w:rPr>
        <w:t>ព្រះហឬទ័យស្រឡាញ់រៀបផ្លូវសង្រ្គោះ</w:t>
      </w:r>
    </w:p>
    <w:p w:rsidR="00BE378E" w:rsidRPr="00116361" w:rsidRDefault="00BE378E" w:rsidP="00BE378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16361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គឺព្រះគុណព្រះអង្គដែលមេត្ដាលោះ</w:t>
      </w:r>
    </w:p>
    <w:p w:rsidR="00BE378E" w:rsidRPr="00116361" w:rsidRDefault="00BE378E" w:rsidP="00BE378E">
      <w:pPr>
        <w:pStyle w:val="BodyTextIndent2"/>
        <w:rPr>
          <w:rFonts w:ascii="Khmer OS Siemreap" w:hAnsi="Khmer OS Siemreap" w:cs="Khmer OS Siemreap"/>
          <w:sz w:val="18"/>
          <w:szCs w:val="18"/>
          <w:lang w:bidi="km-KH"/>
        </w:rPr>
      </w:pPr>
      <w:r w:rsidRPr="00116361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>ខ្ញុំបានរួចដោយទ្រង់ប្រោសនៅទីនោះ ត្រង់កាល់វ៉ារី</w:t>
      </w:r>
    </w:p>
    <w:p w:rsidR="00BE378E" w:rsidRPr="0043795E" w:rsidRDefault="00BE378E" w:rsidP="00BE378E">
      <w:pPr>
        <w:pStyle w:val="BodyTextIndent2"/>
        <w:rPr>
          <w:rFonts w:cs="DaunPenh"/>
          <w:lang w:bidi="km-KH"/>
        </w:rPr>
      </w:pPr>
      <w:r w:rsidRPr="00116361">
        <w:rPr>
          <w:rFonts w:ascii="Khmer OS Siemreap" w:hAnsi="Khmer OS Siemreap" w:cs="Khmer OS Siemreap"/>
          <w:sz w:val="18"/>
          <w:szCs w:val="18"/>
          <w:cs/>
          <w:lang w:bidi="km-KH"/>
        </w:rPr>
        <w:tab/>
        <w:t xml:space="preserve">  («ត្រង់កាល់វ៉ារី» ដោយ</w:t>
      </w:r>
      <w:r w:rsidRPr="00116361">
        <w:t xml:space="preserve"> </w:t>
      </w:r>
      <w:r w:rsidRPr="007E30DB">
        <w:t>William R. Newell, 1868-1956)</w:t>
      </w:r>
      <w:r w:rsidRPr="00BE378E">
        <w:rPr>
          <w:rFonts w:ascii="Khmer OS Siemreap" w:hAnsi="Khmer OS Siemreap" w:cs="Khmer OS Siemreap"/>
          <w:cs/>
          <w:lang w:bidi="km-KH"/>
        </w:rPr>
        <w:t>។</w:t>
      </w:r>
    </w:p>
    <w:p w:rsidR="00BE378E" w:rsidRPr="0043795E" w:rsidRDefault="00BE378E" w:rsidP="00BE378E">
      <w:pPr>
        <w:pStyle w:val="BodyText"/>
        <w:rPr>
          <w:rFonts w:cs="DaunPenh"/>
          <w:sz w:val="18"/>
          <w:lang w:bidi="km-KH"/>
        </w:rPr>
      </w:pPr>
    </w:p>
    <w:p w:rsidR="00BE378E" w:rsidRPr="00363977" w:rsidRDefault="00BE378E" w:rsidP="00BE378E">
      <w:pPr>
        <w:pStyle w:val="BodyText"/>
        <w:rPr>
          <w:rFonts w:ascii="Khmer OS Siemreap" w:hAnsi="Khmer OS Siemreap" w:cs="Khmer OS Siemreap"/>
          <w:sz w:val="20"/>
          <w:lang w:bidi="km-KH"/>
        </w:rPr>
      </w:pPr>
      <w:r w:rsidRPr="00621949">
        <w:rPr>
          <w:rFonts w:ascii="Khmer OS Siemreap" w:hAnsi="Khmer OS Siemreap" w:cs="Khmer OS Siemreap"/>
          <w:sz w:val="18"/>
          <w:cs/>
          <w:lang w:bidi="km-KH"/>
        </w:rPr>
        <w:t>តើ</w:t>
      </w:r>
      <w:r>
        <w:rPr>
          <w:rFonts w:ascii="Khmer OS Siemreap" w:hAnsi="Khmer OS Siemreap" w:cs="Khmer OS Siemreap" w:hint="cs"/>
          <w:sz w:val="18"/>
          <w:cs/>
          <w:lang w:bidi="km-KH"/>
        </w:rPr>
        <w:t xml:space="preserve">នោះមិនមែនជាវិធីដែលយើងទទួលបានសេចក្ដីស្រឡាញ់របស់ព្រះទេឬ? លោក </w:t>
      </w:r>
      <w:proofErr w:type="spellStart"/>
      <w:r w:rsidRPr="00BE378E">
        <w:rPr>
          <w:rFonts w:ascii="Khmer OS Siemreap" w:hAnsi="Khmer OS Siemreap" w:cs="Khmer OS Siemreap"/>
          <w:sz w:val="20"/>
        </w:rPr>
        <w:t>Lenski</w:t>
      </w:r>
      <w:proofErr w:type="spellEnd"/>
      <w:r w:rsidRPr="0043795E">
        <w:rPr>
          <w:rFonts w:cs="DaunPenh" w:hint="cs"/>
          <w:cs/>
          <w:lang w:bidi="km-KH"/>
        </w:rPr>
        <w:t xml:space="preserve"> </w:t>
      </w:r>
      <w:r w:rsidRPr="00621949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បង្ហាញ​ថា​ «តាមរបៀបរបស់បុគ្គលផងដែរ ហើយតាមរបៀបនៃកាដូរបស់ពួកគេសុទ្ធតែសំខាន់»។ ទីមួយយើងទទួល​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 xml:space="preserve">ព្រះគុណរបស់ព្រះអម្ចាស់យេស៊ូវគ្រីស្ទ ហើយបន្ទាប់មកយើងទទួលបានសេចក្ដីស្រឡាញ់របស់ព្រះ។ មុន​ដំបូង យើងទទួលព្រះគុណរបស់ព្រះគ្រីស្ទ បន្ទាប់មកយើងស្គាល់សេចក្ដីស្រឡាញ់របស់ព្រះ </w:t>
      </w:r>
      <w:r w:rsidRPr="007E30DB">
        <w:t xml:space="preserve">(R. C. H. </w:t>
      </w:r>
      <w:proofErr w:type="spellStart"/>
      <w:r w:rsidRPr="007E30DB">
        <w:t>Lenski</w:t>
      </w:r>
      <w:proofErr w:type="spellEnd"/>
      <w:r w:rsidRPr="007E30DB">
        <w:t xml:space="preserve">, Ph.D., </w:t>
      </w:r>
      <w:r w:rsidRPr="007E30DB">
        <w:rPr>
          <w:b/>
          <w:i/>
        </w:rPr>
        <w:t>The Interpretation of St. Paul’s First and Second Epistles to the Corinthians,</w:t>
      </w:r>
      <w:r w:rsidRPr="007E30DB">
        <w:t xml:space="preserve"> Augsburg Publishing House, 1969 edition, p. 1339; 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កត់លើ</w:t>
      </w:r>
      <w:r w:rsidRPr="00363977">
        <w:rPr>
          <w:rFonts w:ascii="Khmer OS Siemreap" w:hAnsi="Khmer OS Siemreap" w:cs="Khmer OS Siemreap"/>
          <w:sz w:val="20"/>
        </w:rPr>
        <w:t xml:space="preserve"> </w:t>
      </w:r>
      <w:proofErr w:type="spellStart"/>
      <w:r w:rsidRPr="00363977">
        <w:rPr>
          <w:rFonts w:ascii="Khmer OS Siemreap" w:hAnsi="Khmer OS Siemreap" w:cs="Khmer OS Siemreap"/>
          <w:sz w:val="20"/>
        </w:rPr>
        <w:t>កូរិនថូសទី</w:t>
      </w:r>
      <w:proofErr w:type="spellEnd"/>
      <w:r w:rsidRPr="00363977">
        <w:rPr>
          <w:rFonts w:ascii="Khmer OS Siemreap" w:hAnsi="Khmer OS Siemreap" w:cs="Khmer OS Siemreap"/>
          <w:sz w:val="20"/>
          <w:cs/>
          <w:lang w:bidi="km-KH"/>
        </w:rPr>
        <w:t>២</w:t>
      </w:r>
      <w:r w:rsidRPr="00363977">
        <w:rPr>
          <w:rFonts w:ascii="Khmer OS Siemreap" w:hAnsi="Khmer OS Siemreap" w:cs="Khmer OS Siemreap"/>
          <w:sz w:val="20"/>
        </w:rPr>
        <w:t xml:space="preserve"> 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១៣</w:t>
      </w:r>
      <w:r w:rsidRPr="00363977">
        <w:rPr>
          <w:rFonts w:ascii="Khmer OS Siemreap" w:hAnsi="Khmer OS Siemreap" w:cs="Khmer OS Siemreap"/>
          <w:sz w:val="20"/>
        </w:rPr>
        <w:t>:</w:t>
      </w:r>
      <w:r w:rsidRPr="00363977">
        <w:rPr>
          <w:rFonts w:ascii="Khmer OS Siemreap" w:hAnsi="Khmer OS Siemreap" w:cs="Khmer OS Siemreap"/>
          <w:sz w:val="20"/>
          <w:cs/>
          <w:lang w:bidi="km-KH"/>
        </w:rPr>
        <w:t>១៤</w:t>
      </w:r>
      <w:r w:rsidRPr="00363977">
        <w:rPr>
          <w:rFonts w:ascii="Khmer OS Siemreap" w:hAnsi="Khmer OS Siemreap" w:cs="Khmer OS Siemreap"/>
          <w:sz w:val="20"/>
        </w:rPr>
        <w:t xml:space="preserve"> ) ។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 w:rsidRPr="0043795E">
        <w:rPr>
          <w:rFonts w:cs="DaunPenh" w:hint="cs"/>
          <w:cs/>
          <w:lang w:bidi="km-KH"/>
        </w:rPr>
        <w:tab/>
      </w:r>
      <w:r w:rsidRPr="00F07C67">
        <w:rPr>
          <w:rFonts w:ascii="Khmer OS Siemreap" w:hAnsi="Khmer OS Siemreap" w:cs="Khmer OS Siemreap"/>
          <w:cs/>
          <w:lang w:bidi="km-KH"/>
        </w:rPr>
        <w:t>នោះជាបទពិសោធន៍ផ្ទាល់ខ្លួនរបស់ខ្ញុំ ហើយវាគឺជា (ឬនឹងជា) របស់អ្នកផងដែរ។</w:t>
      </w:r>
      <w:r>
        <w:rPr>
          <w:rFonts w:ascii="Khmer OS Siemreap" w:hAnsi="Khmer OS Siemreap" w:cs="Khmer OS Siemreap" w:hint="cs"/>
          <w:cs/>
          <w:lang w:bidi="km-KH"/>
        </w:rPr>
        <w:t xml:space="preserve"> ខ្ញុំត្រូវបាន ទាញ​​​ទៅរកព្រះយេស៊ូវមុនដំបូង។ បន្ទាប់មកខ្ញុំបានទទួលយកព្រះគុណរបស់ព្រះអម្ចាស់យេស៊ូវគ្រីស្ទ ដែល ខ្ញុំចាប់ផ្ដើមស្គាល់ ហើយចាប់ផ្ដើមយល់ពីសេចក្ដីស្រឡាញ់របស់ព្រះ។ បើអ្នកនៅតែបាត់បង់ អ្នកត្រូវតែមក រកព្រះយេស៊ូវមុនដំបូង។ បន្ទាប់មកអ្នកមរកព្រះគ្រីស្ទ អ្នកនឹងចាប់ផ្ដើមស្គាល់សេចក្ដីស្រឡាញ់របស់ព្រះ! លោក</w:t>
      </w:r>
      <w:r w:rsidRPr="00B9346D">
        <w:t xml:space="preserve"> </w:t>
      </w:r>
      <w:proofErr w:type="spellStart"/>
      <w:r w:rsidRPr="007E30DB">
        <w:t>Lenski</w:t>
      </w:r>
      <w:proofErr w:type="spellEnd"/>
      <w:r w:rsidRPr="0043795E">
        <w:rPr>
          <w:rFonts w:cs="DaunPenh" w:hint="cs"/>
          <w:cs/>
          <w:lang w:bidi="km-KH"/>
        </w:rPr>
        <w:t xml:space="preserve"> </w:t>
      </w:r>
      <w:r w:rsidRPr="00B9346D">
        <w:rPr>
          <w:rFonts w:ascii="Khmer OS Siemreap" w:hAnsi="Khmer OS Siemreap" w:cs="Khmer OS Siemreap"/>
          <w:cs/>
          <w:lang w:bidi="km-KH"/>
        </w:rPr>
        <w:t>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«សេចក្ដីស្រឡាញ់របស់ព្រះកាន់កាប់កន្លែងទីពីរនៅក្នុងសេចក្ដីអធិស្ឋាន សុំជំនួយពីព្រះនេះ»</w:t>
      </w:r>
      <w:r w:rsidRPr="007E30DB">
        <w:t>(ibid.)</w:t>
      </w:r>
      <w:r w:rsidRPr="00D11C0F">
        <w:rPr>
          <w:rFonts w:ascii="Khmer OS Siemreap" w:hAnsi="Khmer OS Siemreap" w:cs="Khmer OS Siemreap"/>
          <w:cs/>
          <w:lang w:bidi="km-KH"/>
        </w:rPr>
        <w:t>។</w:t>
      </w:r>
      <w:r>
        <w:rPr>
          <w:rFonts w:ascii="Khmer OS Siemreap" w:hAnsi="Khmer OS Siemreap" w:cs="Khmer OS Siemreap" w:hint="cs"/>
          <w:cs/>
          <w:lang w:bidi="km-KH"/>
        </w:rPr>
        <w:t xml:space="preserve"> ជាមុនដំបូងអ្នកត្រូវតែមករកព្រះគ្រីស្ទ បន្ទាប់មកអ្នកនឹងស្គាល់សេចក្ដី​ស្រ​ឡា​ញ់​​​​​របស់ព្រះ! នោះគឺជាវិធីដែលមនុស្សមានបាបបានសង្រ្គោះ! មករកព្រះយេស៊ូវ ហើយបន្ទាប់មកអ្នកនឹង ចាប់ផ្ដើមដឹងថាតើព្រះស្រឡាញ់អ្នកខ្លាំងប៉ុណ្ណា!</w:t>
      </w:r>
    </w:p>
    <w:p w:rsidR="00BE378E" w:rsidRPr="0043795E" w:rsidRDefault="00BE378E" w:rsidP="00BE378E">
      <w:pPr>
        <w:pStyle w:val="BodyText"/>
        <w:rPr>
          <w:rFonts w:ascii="Khmer OS Siemreap" w:hAnsi="Khmer OS Siemreap" w:cs="DaunPenh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ab/>
        <w:t>ខ្ញុំកំពុងគិតពីបុរសចាស់នៅកន្លែងហាត់ប្រាណនោះម្ដងទៀត។ ច្រើនឆ្នាំកន្លងមកហើយគាត់បាន ដើរចេញពីព្រះគ្រីស្ទ និងចេញពីក្រុមជំនុំរបស់គាត់ ហើយឥឡូវនេះគាត់នៅឯកកោនៅក្នុងលោកីយនៅពេល ថ្ងៃបុណ្យណូអែល</w:t>
      </w:r>
      <w:r w:rsidRPr="007E30DB">
        <w:t>–</w:t>
      </w:r>
      <w:r w:rsidRPr="0043795E">
        <w:rPr>
          <w:rFonts w:cs="DaunPenh" w:hint="cs"/>
          <w:cs/>
          <w:lang w:bidi="km-KH"/>
        </w:rPr>
        <w:t xml:space="preserve"> </w:t>
      </w:r>
      <w:r w:rsidRPr="00602153">
        <w:rPr>
          <w:rFonts w:ascii="Khmer OS Siemreap" w:hAnsi="Khmer OS Siemreap" w:cs="Khmer OS Siemreap"/>
          <w:cs/>
          <w:lang w:bidi="km-KH"/>
        </w:rPr>
        <w:t>ដោយគ្មានសេចក្ដីស្រឡាញ់របស់ព្រះ!</w:t>
      </w:r>
      <w:r>
        <w:rPr>
          <w:rFonts w:ascii="Khmer OS Siemreap" w:hAnsi="Khmer OS Siemreap" w:cs="Khmer OS Siemreap" w:hint="cs"/>
          <w:cs/>
          <w:lang w:bidi="km-KH"/>
        </w:rPr>
        <w:t xml:space="preserve"> កុំអនុញ្ញាតឲ្យរឿងនោះកើតឡើងចំពោះអ្នក! សូមមរកព្រះគ្រីស្ទឥឡូវនេះ ហើយអ្នកនឹងចាប់ផ្ដើមដឹងបទពិសោធន៍នៃសេចក្ដីស្រឡាញ់របស់ព្រះ!</w:t>
      </w:r>
    </w:p>
    <w:p w:rsidR="00BE378E" w:rsidRPr="00477BE0" w:rsidRDefault="00BE378E" w:rsidP="00BE378E">
      <w:pPr>
        <w:pStyle w:val="BodyText"/>
        <w:rPr>
          <w:rFonts w:cs="DaunPenh"/>
          <w:lang w:bidi="km-KH"/>
        </w:rPr>
      </w:pPr>
    </w:p>
    <w:p w:rsidR="00BE378E" w:rsidRPr="000A7429" w:rsidRDefault="00BE378E" w:rsidP="00BE378E">
      <w:pPr>
        <w:pStyle w:val="BodyText"/>
        <w:rPr>
          <w:rFonts w:ascii="Khmer OS Siemreap" w:hAnsi="Khmer OS Siemreap" w:cs="Khmer OS Siemreap"/>
          <w:b/>
          <w:bCs/>
          <w:sz w:val="24"/>
          <w:szCs w:val="24"/>
          <w:lang w:bidi="km-KH"/>
        </w:rPr>
      </w:pPr>
      <w:r w:rsidRPr="000A7429">
        <w:rPr>
          <w:rFonts w:ascii="Khmer OS Siemreap" w:hAnsi="Khmer OS Siemreap" w:cs="Khmer OS Siemreap"/>
          <w:b/>
          <w:bCs/>
          <w:sz w:val="24"/>
          <w:szCs w:val="24"/>
          <w:cs/>
          <w:lang w:bidi="km-KH"/>
        </w:rPr>
        <w:t>៣. ទីបី អ្នកត្រូវការការរួបរួមគ្នានៃព្រះវិញ្ញាណបរិសុទ្ធ។</w:t>
      </w:r>
    </w:p>
    <w:p w:rsidR="00BE378E" w:rsidRPr="007E30DB" w:rsidRDefault="00BE378E" w:rsidP="00BE378E">
      <w:pPr>
        <w:pStyle w:val="BodyText"/>
        <w:ind w:firstLine="720"/>
      </w:pPr>
    </w:p>
    <w:p w:rsidR="00BE378E" w:rsidRPr="007E30DB" w:rsidRDefault="00BE378E" w:rsidP="00BE378E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បាន​ប្រកប​ដោយ​ព្រះគុណ​នៃ​ព្រះអម្ចាស់យេស៊ូវគ្រីស្ទ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និង​សេចក្តី​ស្រឡាញ់​របស់​ព្រះ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602153">
        <w:rPr>
          <w:rFonts w:ascii="Khmer OS Siemreap" w:hAnsi="Khmer OS Siemreap" w:cs="Khmer OS Siemreap"/>
          <w:sz w:val="18"/>
          <w:szCs w:val="18"/>
          <w:u w:val="single"/>
          <w:cs/>
        </w:rPr>
        <w:t>ហើយ​និង​សេចក្តី​រួបរួម​គ្នា​នឹង​ព្រះវិញ្ញាណ​បរិសុទ្ធ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។ អាម៉ែន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</w:t>
      </w:r>
      <w:r w:rsidRPr="00BE378E">
        <w:rPr>
          <w:rFonts w:ascii="Khmer OS Siemreap" w:hAnsi="Khmer OS Siemreap" w:cs="Khmer OS Siemreap"/>
          <w:sz w:val="18"/>
          <w:cs/>
          <w:lang w:bidi="km-KH"/>
        </w:rPr>
        <w:t>។</w:t>
      </w:r>
      <w:r w:rsidRPr="00BE378E">
        <w:rPr>
          <w:rFonts w:ascii="Khmer OS Siemreap" w:hAnsi="Khmer OS Siemreap" w:cs="Khmer OS Siemreap"/>
        </w:rPr>
        <w:t xml:space="preserve"> </w:t>
      </w:r>
    </w:p>
    <w:p w:rsidR="00BE378E" w:rsidRPr="0043795E" w:rsidRDefault="00BE378E" w:rsidP="00BE378E">
      <w:pPr>
        <w:pStyle w:val="BodyText"/>
        <w:rPr>
          <w:rFonts w:cs="DaunPenh"/>
          <w:lang w:bidi="km-KH"/>
        </w:rPr>
      </w:pP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 w:rsidRPr="00A0050D">
        <w:rPr>
          <w:rFonts w:ascii="Khmer OS Siemreap" w:hAnsi="Khmer OS Siemreap" w:cs="Khmer OS Siemreap"/>
          <w:cs/>
          <w:lang w:bidi="km-KH"/>
        </w:rPr>
        <w:t xml:space="preserve">ពាក្យជាភាសាក្រិចបានបកប្រែពាក្យ «សេចក្ដីរួបរួមគ្នា» </w:t>
      </w:r>
      <w:r>
        <w:rPr>
          <w:rFonts w:ascii="Khmer OS Siemreap" w:hAnsi="Khmer OS Siemreap" w:cs="Khmer OS Siemreap" w:hint="cs"/>
          <w:cs/>
          <w:lang w:bidi="km-KH"/>
        </w:rPr>
        <w:t>នេះ</w:t>
      </w:r>
      <w:r w:rsidRPr="00A0050D">
        <w:rPr>
          <w:rFonts w:ascii="Khmer OS Siemreap" w:hAnsi="Khmer OS Siemreap" w:cs="Khmer OS Siemreap"/>
          <w:cs/>
          <w:lang w:bidi="km-KH"/>
        </w:rPr>
        <w:t>ជាពាក្យកក់ក្ដៅ ហើយរាក់ទាក់</w:t>
      </w:r>
      <w:r>
        <w:rPr>
          <w:rFonts w:ascii="Khmer OS Siemreap" w:hAnsi="Khmer OS Siemreap" w:cs="Khmer OS Siemreap" w:hint="cs"/>
          <w:cs/>
          <w:lang w:bidi="km-KH"/>
        </w:rPr>
        <w:t xml:space="preserve">  ខោអ៊ីណូណៀ </w:t>
      </w: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 w:rsidRPr="00BE378E">
        <w:rPr>
          <w:rFonts w:ascii="Khmer OS Siemreap" w:hAnsi="Khmer OS Siemreap" w:cs="Khmer OS Siemreap"/>
          <w:sz w:val="20"/>
          <w:cs/>
          <w:lang w:bidi="km-KH"/>
        </w:rPr>
        <w:t>​«</w:t>
      </w:r>
      <w:r w:rsidRPr="00BE378E">
        <w:rPr>
          <w:rFonts w:ascii="Khmer OS Siemreap" w:hAnsi="Khmer OS Siemreap" w:cs="Khmer OS Siemreap"/>
          <w:i/>
          <w:sz w:val="20"/>
        </w:rPr>
        <w:t xml:space="preserve"> </w:t>
      </w:r>
      <w:proofErr w:type="spellStart"/>
      <w:r w:rsidRPr="00BE378E">
        <w:rPr>
          <w:rFonts w:ascii="Khmer OS Siemreap" w:hAnsi="Khmer OS Siemreap" w:cs="Khmer OS Siemreap"/>
          <w:i/>
          <w:sz w:val="20"/>
        </w:rPr>
        <w:t>koinonia</w:t>
      </w:r>
      <w:proofErr w:type="spellEnd"/>
      <w:r w:rsidRPr="00BE378E">
        <w:rPr>
          <w:rFonts w:ascii="Khmer OS Siemreap" w:hAnsi="Khmer OS Siemreap" w:cs="Khmer OS Siemreap"/>
          <w:i/>
          <w:sz w:val="20"/>
          <w:cs/>
          <w:lang w:bidi="km-KH"/>
        </w:rPr>
        <w:t xml:space="preserve"> »</w:t>
      </w:r>
      <w:r>
        <w:rPr>
          <w:rFonts w:ascii="Khmer OS Siemreap" w:hAnsi="Khmer OS Siemreap" w:cs="Khmer OS Siemreap" w:hint="cs"/>
          <w:i/>
          <w:cs/>
          <w:lang w:bidi="km-KH"/>
        </w:rPr>
        <w:t xml:space="preserve">។ វាមានន័យថា «ការរួបរួមជាមួយ» ឬ«សេចក្ដីប្រកបគ្នា»។ ខ្ញុំដកស្រង់ពីលោក </w:t>
      </w:r>
      <w:proofErr w:type="spellStart"/>
      <w:r w:rsidRPr="00BE378E">
        <w:rPr>
          <w:rFonts w:ascii="Khmer OS Siemreap" w:hAnsi="Khmer OS Siemreap" w:cs="Khmer OS Siemreap"/>
          <w:sz w:val="20"/>
        </w:rPr>
        <w:t>Lenski</w:t>
      </w:r>
      <w:proofErr w:type="spellEnd"/>
      <w:r w:rsidRPr="00BE378E">
        <w:rPr>
          <w:rFonts w:ascii="Khmer OS Siemreap" w:hAnsi="Khmer OS Siemreap" w:cs="Khmer OS Siemreap"/>
          <w:sz w:val="20"/>
          <w:cs/>
          <w:lang w:bidi="km-KH"/>
        </w:rPr>
        <w:t xml:space="preserve"> </w:t>
      </w:r>
      <w:r w:rsidRPr="00A0050D">
        <w:rPr>
          <w:rFonts w:ascii="Khmer OS Siemreap" w:hAnsi="Khmer OS Siemreap" w:cs="Khmer OS Siemreap"/>
          <w:cs/>
          <w:lang w:bidi="km-KH"/>
        </w:rPr>
        <w:t>ម្ដងទៀត ដោយព្រោះតែគាត់បានប្រសាសន៍ថា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A0050D">
        <w:rPr>
          <w:rFonts w:ascii="Khmer OS Siemreap" w:hAnsi="Khmer OS Siemreap" w:cs="Khmer OS Siemreap"/>
          <w:cs/>
          <w:lang w:bidi="km-KH"/>
        </w:rPr>
        <w:t>វា</w:t>
      </w:r>
      <w:r>
        <w:rPr>
          <w:rFonts w:ascii="Khmer OS Siemreap" w:hAnsi="Khmer OS Siemreap" w:cs="Khmer OS Siemreap" w:hint="cs"/>
          <w:cs/>
          <w:lang w:bidi="km-KH"/>
        </w:rPr>
        <w:t>ពិរោះណាស់ ហើយល្អណាស់។ គាត់បានប្រសាសន៍ថា</w:t>
      </w:r>
    </w:p>
    <w:p w:rsidR="00BE378E" w:rsidRPr="00A0050D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</w:p>
    <w:p w:rsidR="00BE378E" w:rsidRDefault="00BE378E" w:rsidP="00BE378E">
      <w:pPr>
        <w:pStyle w:val="BodyText"/>
        <w:ind w:left="1440" w:right="1399" w:firstLine="2"/>
        <w:rPr>
          <w:rFonts w:ascii="Khmer OS Siemreap" w:hAnsi="Khmer OS Siemreap" w:cs="Khmer OS Siemreap"/>
          <w:lang w:bidi="km-KH"/>
        </w:rPr>
      </w:pPr>
      <w:r w:rsidRPr="009C7EA8">
        <w:rPr>
          <w:rFonts w:ascii="Khmer OS Siemreap" w:hAnsi="Khmer OS Siemreap" w:cs="Khmer OS Siemreap"/>
          <w:sz w:val="18"/>
          <w:szCs w:val="18"/>
          <w:cs/>
          <w:lang w:bidi="km-KH"/>
        </w:rPr>
        <w:t>ព្រះវិញ្ញាណបរិសុទ្ធ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បានយាង</w:t>
      </w:r>
      <w:r w:rsidRPr="009C7EA8">
        <w:rPr>
          <w:rFonts w:ascii="Khmer OS Siemreap" w:hAnsi="Khmer OS Siemreap" w:cs="Khmer OS Siemreap"/>
          <w:sz w:val="18"/>
          <w:szCs w:val="18"/>
          <w:cs/>
          <w:lang w:bidi="km-KH"/>
        </w:rPr>
        <w:t>ចុះ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មកឯយើង</w:t>
      </w:r>
      <w:r w:rsidRPr="009C7EA8">
        <w:rPr>
          <w:rFonts w:ascii="Khmer OS Siemreap" w:hAnsi="Khmer OS Siemreap" w:cs="Khmer OS Siemreap"/>
          <w:sz w:val="18"/>
          <w:szCs w:val="18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ហើយសំដែងយើងនៅក្នុងការ​រួបរួម​ដែលត្រូវបានរកឃើញទាំងអស់នៅក្នុងព្រះគុណនិងសេចក្ដីស្រឡាញ់។  មិនឆ្ងាយពីយើងទេ ប៉ុន្ដែនៅក្នុងការរួបរួមគ្នាមួយដែលក្រៅពីការយល់ដឹង របស់យើង</w:t>
      </w:r>
      <w:r w:rsidRPr="007E30DB">
        <w:t>(ibid., p. 1341)</w:t>
      </w:r>
      <w:r w:rsidRPr="00113619">
        <w:rPr>
          <w:rFonts w:ascii="Khmer OS Siemreap" w:hAnsi="Khmer OS Siemreap" w:cs="Khmer OS Siemreap"/>
          <w:cs/>
          <w:lang w:bidi="km-KH"/>
        </w:rPr>
        <w:t>។</w:t>
      </w:r>
    </w:p>
    <w:p w:rsidR="00BE378E" w:rsidRDefault="00BE378E" w:rsidP="00BE378E">
      <w:pPr>
        <w:pStyle w:val="BodyText"/>
        <w:ind w:left="1440" w:right="1399" w:firstLine="2"/>
        <w:rPr>
          <w:rFonts w:ascii="Khmer OS Siemreap" w:hAnsi="Khmer OS Siemreap" w:cs="Khmer OS Siemreap"/>
          <w:lang w:bidi="km-KH"/>
        </w:rPr>
      </w:pPr>
    </w:p>
    <w:p w:rsidR="00BE378E" w:rsidRDefault="00BE378E" w:rsidP="00BE378E">
      <w:pPr>
        <w:pStyle w:val="BodyText"/>
        <w:rPr>
          <w:rFonts w:ascii="Khmer OS Siemreap" w:hAnsi="Khmer OS Siemreap" w:cs="Khmer OS Siemreap"/>
          <w:lang w:bidi="km-KH"/>
        </w:rPr>
      </w:pPr>
      <w:r w:rsidRPr="00AE6141">
        <w:rPr>
          <w:rFonts w:ascii="Khmer OS Siemreap" w:hAnsi="Khmer OS Siemreap" w:cs="Khmer OS Siemreap"/>
          <w:cs/>
          <w:lang w:bidi="km-KH"/>
        </w:rPr>
        <w:t>លោក</w:t>
      </w:r>
      <w:r w:rsidRPr="00D50FDA">
        <w:rPr>
          <w:rFonts w:cs="DaunPenh" w:hint="cs"/>
          <w:cs/>
          <w:lang w:bidi="km-KH"/>
        </w:rPr>
        <w:t xml:space="preserve"> </w:t>
      </w:r>
      <w:r w:rsidRPr="00BE378E">
        <w:rPr>
          <w:rFonts w:ascii="Khmer OS Siemreap" w:hAnsi="Khmer OS Siemreap" w:cs="Khmer OS Siemreap"/>
          <w:sz w:val="20"/>
        </w:rPr>
        <w:t>Elisha Hoffman</w:t>
      </w:r>
      <w:r w:rsidRPr="00D50FDA">
        <w:rPr>
          <w:rFonts w:cs="DaunPenh" w:hint="cs"/>
          <w:cs/>
          <w:lang w:bidi="km-KH"/>
        </w:rPr>
        <w:t xml:space="preserve"> </w:t>
      </w:r>
      <w:r w:rsidRPr="00AE6141">
        <w:rPr>
          <w:rFonts w:ascii="Khmer OS Siemreap" w:hAnsi="Khmer OS Siemreap" w:cs="Khmer OS Siemreap"/>
          <w:cs/>
          <w:lang w:bidi="km-KH"/>
        </w:rPr>
        <w:t>បាន</w:t>
      </w:r>
      <w:r>
        <w:rPr>
          <w:rFonts w:ascii="Khmer OS Siemreap" w:hAnsi="Khmer OS Siemreap" w:cs="Khmer OS Siemreap" w:hint="cs"/>
          <w:cs/>
          <w:lang w:bidi="km-KH"/>
        </w:rPr>
        <w:t>ប្រាប់ពី</w:t>
      </w:r>
      <w:r w:rsidRPr="00AE6141">
        <w:rPr>
          <w:rFonts w:ascii="Khmer OS Siemreap" w:hAnsi="Khmer OS Siemreap" w:cs="Khmer OS Siemreap"/>
          <w:cs/>
          <w:lang w:bidi="km-KH"/>
        </w:rPr>
        <w:t>ការរួបរួមគ្នា ឬការប្រកបជាមួយព្រះវិញ្ញាណបរិសុទ្ធដូច</w:t>
      </w:r>
      <w:r>
        <w:rPr>
          <w:rFonts w:ascii="Khmer OS Siemreap" w:hAnsi="Khmer OS Siemreap" w:cs="Khmer OS Siemreap" w:hint="cs"/>
          <w:cs/>
          <w:lang w:bidi="km-KH"/>
        </w:rPr>
        <w:t>ជា «ទំនោរ លើដៃអស់កល្បជានិច្ច» សូមស្ដាប់</w:t>
      </w:r>
    </w:p>
    <w:p w:rsidR="00BE378E" w:rsidRDefault="00BE378E" w:rsidP="00BE378E">
      <w:pPr>
        <w:pStyle w:val="BodyText"/>
        <w:rPr>
          <w:rFonts w:cs="DaunPenh"/>
          <w:lang w:bidi="km-KH"/>
        </w:rPr>
      </w:pPr>
    </w:p>
    <w:p w:rsidR="0076738A" w:rsidRPr="00D50FDA" w:rsidRDefault="0076738A" w:rsidP="00BE378E">
      <w:pPr>
        <w:pStyle w:val="BodyText"/>
        <w:rPr>
          <w:rFonts w:cs="DaunPenh"/>
          <w:lang w:bidi="km-KH"/>
        </w:rPr>
      </w:pPr>
    </w:p>
    <w:p w:rsidR="00BE378E" w:rsidRPr="00E64173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D50FDA">
        <w:rPr>
          <w:rFonts w:cs="DaunPenh" w:hint="cs"/>
          <w:cs/>
          <w:lang w:bidi="km-KH"/>
        </w:rPr>
        <w:lastRenderedPageBreak/>
        <w:tab/>
      </w:r>
      <w:r w:rsidRPr="00E64173">
        <w:rPr>
          <w:rFonts w:ascii="Khmer OS Siemreap" w:hAnsi="Khmer OS Siemreap" w:cs="Khmer OS Siemreap"/>
          <w:sz w:val="18"/>
          <w:szCs w:val="18"/>
          <w:cs/>
          <w:lang w:bidi="km-KH"/>
        </w:rPr>
        <w:t>ការប្រកបដ៏អស្ចារ្យ ក្ដីអំណររបស់ព្រះដ៏អស្ចារ្យ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 w:rsidRPr="00D50FDA">
        <w:rPr>
          <w:rFonts w:cs="DaunPenh" w:hint="cs"/>
          <w:cs/>
          <w:lang w:bidi="km-KH"/>
        </w:rPr>
        <w:tab/>
        <w:t xml:space="preserve"> 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ទំនោរ</w:t>
      </w:r>
      <w:r w:rsidRPr="00E64173">
        <w:rPr>
          <w:rFonts w:ascii="Khmer OS Siemreap" w:hAnsi="Khmer OS Siemreap" w:cs="Khmer OS Siemreap" w:hint="cs"/>
          <w:sz w:val="18"/>
          <w:szCs w:val="18"/>
          <w:cs/>
          <w:lang w:bidi="km-KH"/>
        </w:rPr>
        <w:t>លើដៃអស់កល្បជានិច្ច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ព្រះពរដ៏អស្ចារ្យ សេចក្ដីសុខនៅក្នុងខ្ញុំដ៏អស្ចារ្យ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ទំនោរ</w:t>
      </w:r>
      <w:r w:rsidRPr="00E64173">
        <w:rPr>
          <w:rFonts w:ascii="Khmer OS Siemreap" w:hAnsi="Khmer OS Siemreap" w:cs="Khmer OS Siemreap" w:hint="cs"/>
          <w:sz w:val="18"/>
          <w:szCs w:val="18"/>
          <w:cs/>
          <w:lang w:bidi="km-KH"/>
        </w:rPr>
        <w:t>លើដៃអស់កល្បជានិច្ច</w:t>
      </w: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>ទំនោរ ទំនោរដ៏មានសុវត្ថិភាព និងរួចពីការភិតភ័យទាំងអស់</w:t>
      </w:r>
    </w:p>
    <w:p w:rsidR="00BE378E" w:rsidRPr="00D50FDA" w:rsidRDefault="00BE378E" w:rsidP="00BE378E">
      <w:pPr>
        <w:pStyle w:val="BodyText"/>
        <w:ind w:firstLine="720"/>
        <w:rPr>
          <w:rFonts w:cs="DaunPenh"/>
          <w:sz w:val="18"/>
          <w:szCs w:val="18"/>
          <w:lang w:bidi="km-KH"/>
        </w:rPr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ab/>
        <w:t xml:space="preserve">   ទំនោរ ទំនោរ ទំនោរលើដៃអស់កល្បជានិច្ច។</w:t>
      </w:r>
    </w:p>
    <w:p w:rsidR="00BE378E" w:rsidRPr="007E30DB" w:rsidRDefault="00BE378E" w:rsidP="00BE378E">
      <w:pPr>
        <w:pStyle w:val="IndentedQuote"/>
        <w:ind w:right="0"/>
      </w:pPr>
      <w:r w:rsidRPr="007E30DB">
        <w:t xml:space="preserve"> </w:t>
      </w:r>
      <w:r w:rsidRPr="00E64173">
        <w:rPr>
          <w:rFonts w:ascii="Khmer OS Siemreap" w:hAnsi="Khmer OS Siemreap" w:cs="Khmer OS Siemreap"/>
        </w:rPr>
        <w:t>(</w:t>
      </w:r>
      <w:r w:rsidRPr="00E64173">
        <w:rPr>
          <w:rFonts w:ascii="Khmer OS Siemreap" w:hAnsi="Khmer OS Siemreap" w:cs="Khmer OS Siemreap"/>
          <w:cs/>
          <w:lang w:bidi="km-KH"/>
        </w:rPr>
        <w:t>«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ទំនោរ ទំនោរ ទំនោរលើដៃអស់កល្បជានិច្ច »</w:t>
      </w:r>
      <w:r w:rsidRPr="00E64173">
        <w:rPr>
          <w:rFonts w:ascii="Khmer OS Siemreap" w:hAnsi="Khmer OS Siemreap" w:cs="Khmer OS Siemreap"/>
          <w:sz w:val="18"/>
          <w:szCs w:val="18"/>
          <w:cs/>
          <w:lang w:bidi="km-KH"/>
        </w:rPr>
        <w:t>ដោយ</w:t>
      </w:r>
      <w:r w:rsidRPr="007E30DB">
        <w:t xml:space="preserve"> Elisha A. Hoffman, 1839-1929)</w:t>
      </w:r>
      <w:r w:rsidRPr="00E64173">
        <w:rPr>
          <w:rFonts w:ascii="Khmer OS Siemreap" w:hAnsi="Khmer OS Siemreap" w:cs="Khmer OS Siemreap"/>
          <w:cs/>
          <w:lang w:bidi="km-KH"/>
        </w:rPr>
        <w:t>។</w:t>
      </w:r>
      <w:r w:rsidRPr="007E30DB">
        <w:t xml:space="preserve"> </w:t>
      </w:r>
    </w:p>
    <w:p w:rsidR="00BE378E" w:rsidRPr="00D50FDA" w:rsidRDefault="00BE378E" w:rsidP="00BE378E">
      <w:pPr>
        <w:pStyle w:val="BodyText"/>
        <w:ind w:firstLine="720"/>
        <w:rPr>
          <w:rFonts w:cs="DaunPenh"/>
          <w:lang w:bidi="km-KH"/>
        </w:rPr>
      </w:pPr>
    </w:p>
    <w:p w:rsidR="00BE378E" w:rsidRPr="005612CA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6A4E5B">
        <w:rPr>
          <w:rFonts w:ascii="Khmer OS Siemreap" w:hAnsi="Khmer OS Siemreap" w:cs="Khmer OS Siemreap"/>
          <w:cs/>
          <w:lang w:bidi="km-KH"/>
        </w:rPr>
        <w:t>ម្ដាយរបស់ខ្ញុំចូលចិត្ដបទចំរៀងដ៏ចាស់នោះណាស់។ យើងបានច្រៀងវា</w:t>
      </w:r>
      <w:r>
        <w:rPr>
          <w:rFonts w:ascii="Khmer OS Siemreap" w:hAnsi="Khmer OS Siemreap" w:cs="Khmer OS Siemreap" w:hint="cs"/>
          <w:cs/>
          <w:lang w:bidi="km-KH"/>
        </w:rPr>
        <w:t>ជាមួយគ្នាច្រើនដងបន្ទាប់ ពីនាងបានសង្រ្គោះ។ នោះគឺជាការរួបរួមគ្នា នោះគឺជាការប្រកបគ្នា យើងមានព្រះវិញ្ញាណបរិសុទ្ធនៅពេល ណាដែលយើងបានសង្រ្គោះដោយសារព្រះយេស៊ូវ! ការប្រកបដ៏អស្ចារ្យ ក្ដីអំណររបស់ព្រះដ៏អស្ចារ្យ ទំនោរ លើដៃអស់កល្បជានិច្ច!</w:t>
      </w:r>
    </w:p>
    <w:p w:rsidR="00BE378E" w:rsidRPr="007E30DB" w:rsidRDefault="00BE378E" w:rsidP="00BE378E">
      <w:pPr>
        <w:pStyle w:val="BodyText"/>
        <w:ind w:firstLine="720"/>
      </w:pPr>
    </w:p>
    <w:p w:rsidR="00BE378E" w:rsidRPr="007E30DB" w:rsidRDefault="00BE378E" w:rsidP="00BE378E">
      <w:pPr>
        <w:pStyle w:val="IndentedVerse"/>
      </w:pP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បាន​ប្រកប​ដោយ​ព្រះគុណ​នៃ​ព្រះអម្ចាស់យេស៊ូវគ្រីស្ទ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និង​សេចក្តី​ស្រឡាញ់​របស់​ព្រះ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602153">
        <w:rPr>
          <w:rFonts w:ascii="Khmer OS Siemreap" w:hAnsi="Khmer OS Siemreap" w:cs="Khmer OS Siemreap"/>
          <w:sz w:val="18"/>
          <w:szCs w:val="18"/>
          <w:u w:val="single"/>
          <w:cs/>
        </w:rPr>
        <w:t>ហើយ​និង​សេចក្តី​រួបរួម​គ្នា​នឹង​ព្រះវិញ្ញាណ​បរិសុទ្ធ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។ អាម៉ែន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</w:t>
      </w:r>
      <w:r>
        <w:rPr>
          <w:rFonts w:cs="DaunPenh" w:hint="cs"/>
          <w:sz w:val="18"/>
          <w:cs/>
          <w:lang w:bidi="km-KH"/>
        </w:rPr>
        <w:t>។</w:t>
      </w:r>
      <w:r w:rsidRPr="007E30DB">
        <w:t xml:space="preserve"> </w:t>
      </w:r>
    </w:p>
    <w:p w:rsidR="00BE378E" w:rsidRPr="00D50FDA" w:rsidRDefault="00BE378E" w:rsidP="00BE378E">
      <w:pPr>
        <w:pStyle w:val="BodyText"/>
        <w:ind w:firstLine="720"/>
        <w:rPr>
          <w:rFonts w:cs="DaunPenh"/>
          <w:lang w:bidi="km-KH"/>
        </w:rPr>
      </w:pP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5C638A">
        <w:rPr>
          <w:rFonts w:ascii="Khmer OS Siemreap" w:hAnsi="Khmer OS Siemreap" w:cs="Khmer OS Siemreap"/>
          <w:cs/>
          <w:lang w:bidi="km-KH"/>
        </w:rPr>
        <w:t>លោក</w:t>
      </w:r>
      <w:r w:rsidRPr="00D50FDA">
        <w:rPr>
          <w:rFonts w:cs="DaunPenh" w:hint="cs"/>
          <w:cs/>
          <w:lang w:bidi="km-KH"/>
        </w:rPr>
        <w:t xml:space="preserve"> </w:t>
      </w:r>
      <w:r w:rsidRPr="00BE378E">
        <w:rPr>
          <w:rFonts w:ascii="Khmer OS Siemreap" w:hAnsi="Khmer OS Siemreap" w:cs="Khmer OS Siemreap"/>
          <w:sz w:val="20"/>
        </w:rPr>
        <w:t>Hodge</w:t>
      </w:r>
      <w:r w:rsidRPr="00D50FDA">
        <w:rPr>
          <w:rFonts w:cs="DaunPenh" w:hint="cs"/>
          <w:cs/>
          <w:lang w:bidi="km-KH"/>
        </w:rPr>
        <w:t xml:space="preserve"> </w:t>
      </w:r>
      <w:r w:rsidRPr="005C638A">
        <w:rPr>
          <w:rFonts w:ascii="Khmer OS Siemreap" w:hAnsi="Khmer OS Siemreap" w:cs="Khmer OS Siemreap"/>
          <w:cs/>
          <w:lang w:bidi="km-KH"/>
        </w:rPr>
        <w:t>បានប្រសាសន៍ថា «អត្ថបទគម្ពីរនេះ</w:t>
      </w:r>
      <w:r>
        <w:rPr>
          <w:rFonts w:ascii="Khmer OS Siemreap" w:hAnsi="Khmer OS Siemreap" w:cs="Khmer OS Siemreap" w:hint="cs"/>
          <w:cs/>
          <w:lang w:bidi="km-KH"/>
        </w:rPr>
        <w:t>គឺជាការទទួលស្គាល់ដ៏ច្បាស់លាស់មួយពី គោលទ្ធិនៃព្រះត្រីឯក ដែលជាគោលទ្ធិដ៏សំខាន់ណាស់សំរាប់សាសនាគ្រីស្ទ។ ដ្បិតគ្រីស្ទានម្នាក់គឺជាអ្ន​ក​ណាម្នាក់​ដែលស្វែងរក ហើយអរសប្បាយនឹងព្រះគុណរបស់ព្រះអម្ចាស់យេស៊ូវ សេចក្ដីស្រឡាញ់របស់ព្រះ និង​​ការរួបរួមនៃព្រះ វិញ្ញាណបរិសុទ្ធ»</w:t>
      </w:r>
      <w:r w:rsidRPr="007E30DB">
        <w:t>(ibid., p. 690)</w:t>
      </w:r>
      <w:r w:rsidRPr="000914CE">
        <w:rPr>
          <w:rFonts w:ascii="Khmer OS Siemreap" w:hAnsi="Khmer OS Siemreap" w:cs="Khmer OS Siemreap"/>
          <w:cs/>
          <w:lang w:bidi="km-KH"/>
        </w:rPr>
        <w:t>។</w:t>
      </w:r>
    </w:p>
    <w:p w:rsidR="00BE378E" w:rsidRPr="00D93A8A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C438AD">
        <w:rPr>
          <w:rFonts w:ascii="Khmer OS Siemreap" w:hAnsi="Khmer OS Siemreap" w:cs="Khmer OS Siemreap"/>
          <w:cs/>
          <w:lang w:bidi="km-KH"/>
        </w:rPr>
        <w:t>ខ្ញុំសោកស្ដាយយ៉ាងខ្លាំងពីបុរសចាស់</w:t>
      </w:r>
      <w:r>
        <w:rPr>
          <w:rFonts w:ascii="Khmer OS Siemreap" w:hAnsi="Khmer OS Siemreap" w:cs="Khmer OS Siemreap" w:hint="cs"/>
          <w:cs/>
          <w:lang w:bidi="km-KH"/>
        </w:rPr>
        <w:t xml:space="preserve">នៅកន្លែងហាត់ប្រាណនោះ នៅពេលដែលគាត់បានចេញពី ហាងហែលទឹក ហើយបានដើរឆ្ងាយទៅក្នុងសេចក្ដីងងឹត។ គាត់បានខនខានសេចក្ដីអំណរនៃការស្គាល់ព្រះ ត្រីឯកដ៏មានពរ។ គ្រូគង្វាលដ៏ល្បីឈ្មោះលោក </w:t>
      </w:r>
      <w:r w:rsidRPr="00BE378E">
        <w:rPr>
          <w:rFonts w:ascii="Khmer OS Siemreap" w:hAnsi="Khmer OS Siemreap" w:cs="Khmer OS Siemreap"/>
          <w:sz w:val="20"/>
        </w:rPr>
        <w:t>W. A. Criswell</w:t>
      </w:r>
      <w:r w:rsidRPr="00D50FDA">
        <w:rPr>
          <w:rFonts w:cs="DaunPenh" w:hint="cs"/>
          <w:cs/>
          <w:lang w:bidi="km-KH"/>
        </w:rPr>
        <w:t xml:space="preserve"> </w:t>
      </w:r>
      <w:r w:rsidRPr="00D93A8A">
        <w:rPr>
          <w:rFonts w:ascii="Khmer OS Siemreap" w:hAnsi="Khmer OS Siemreap" w:cs="Khmer OS Siemreap"/>
          <w:cs/>
          <w:lang w:bidi="km-KH"/>
        </w:rPr>
        <w:t>បានប្រសាសន៍ពីវាយ៉ាងល្អ។</w:t>
      </w:r>
    </w:p>
    <w:p w:rsidR="00BE378E" w:rsidRDefault="00BE378E" w:rsidP="00BE378E">
      <w:pPr>
        <w:pStyle w:val="BodyText"/>
        <w:ind w:firstLine="720"/>
        <w:rPr>
          <w:rFonts w:cs="DaunPenh"/>
          <w:lang w:bidi="km-KH"/>
        </w:rPr>
      </w:pPr>
      <w:r w:rsidRPr="00D50FDA">
        <w:rPr>
          <w:rFonts w:cs="DaunPenh" w:hint="cs"/>
          <w:cs/>
          <w:lang w:bidi="km-KH"/>
        </w:rPr>
        <w:tab/>
      </w:r>
    </w:p>
    <w:p w:rsidR="00BE378E" w:rsidRPr="00477BE0" w:rsidRDefault="00BE378E" w:rsidP="00BE378E">
      <w:pPr>
        <w:pStyle w:val="BodyText"/>
        <w:ind w:left="1418" w:right="1399"/>
        <w:rPr>
          <w:rFonts w:ascii="Khmer OS Siemreap" w:hAnsi="Khmer OS Siemreap" w:cs="DaunPenh"/>
          <w:sz w:val="18"/>
          <w:szCs w:val="18"/>
          <w:lang w:bidi="km-KH"/>
        </w:rPr>
      </w:pPr>
      <w:r>
        <w:rPr>
          <w:rFonts w:cs="DaunPenh" w:hint="cs"/>
          <w:cs/>
          <w:lang w:bidi="km-KH"/>
        </w:rPr>
        <w:tab/>
      </w:r>
      <w:r w:rsidRPr="009B7D61">
        <w:rPr>
          <w:rFonts w:ascii="Khmer OS Siemreap" w:hAnsi="Khmer OS Siemreap" w:cs="Khmer OS Siemreap"/>
          <w:sz w:val="18"/>
          <w:szCs w:val="18"/>
          <w:cs/>
          <w:lang w:bidi="km-KH"/>
        </w:rPr>
        <w:t>នៅពេលមនុស្សម្នាក់ថ្វាយបង្គំព្រះពិត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នៅពេលគាត់ឱនក្បាលនៅមុខព្រះ អម្ចាស់យេស៊ូវគ្រីស្ទ នៅពេលគាត់ទទួលយកនៅក្នុងចិត្ដរបស់គាត់ទីបន្ទាល់ របស់ព្រះវិញ្ញាណបរិសុទ្ធចង្អុលទៅកាន់សេចក្ដីសង្រ្គោះ ដោយសារព្រះគុណ របស់ព្រះយេស៊ូវដែលមនុស្សត្រូវតំកើងឡើង  គាត់ត្រូវបានលើកឡើង គាត់ ត្រូវបានតាំងឲ្យល្អឡើង។ អ្វីៗដែលទាក់ទងនឹងជីវិតរបស់គាត់ត្រូវបានញែក  បរិសុទ្ធ ហើយសុចរិត។ មានព្រះមួយ ហើយព្រះនាមរបស់ទ្រង់គឺជាព្រះដ៏ជា ព្រះវរបិតារបស់យើង ហើយព្រះដ៏ជាព្រះអង្គសង្រ្គោះរបស់យើង ហើយព្រះ នៅក្នុងព្រលឹងវិញ្ញាណរបស់យើង</w:t>
      </w:r>
      <w:r w:rsidRPr="007E30DB">
        <w:t>–</w:t>
      </w:r>
      <w:r w:rsidRPr="00477BE0">
        <w:rPr>
          <w:rFonts w:cs="DaunPenh" w:hint="cs"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ការ</w:t>
      </w:r>
      <w:r w:rsidRPr="009E030F">
        <w:rPr>
          <w:rFonts w:ascii="Khmer OS Siemreap" w:hAnsi="Khmer OS Siemreap" w:cs="Khmer OS Siemreap"/>
          <w:sz w:val="18"/>
          <w:szCs w:val="18"/>
          <w:cs/>
          <w:lang w:bidi="km-KH"/>
        </w:rPr>
        <w:t>ប្ដូរព្រះគុណ និងសាក្សីរបស់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ព្រះ វិញ្ញាណបរិសុទ្ធ។ អាម៉ែន។ </w:t>
      </w:r>
      <w:r w:rsidRPr="007E30DB">
        <w:t xml:space="preserve">(W. A. Criswell, Ph.D., </w:t>
      </w:r>
      <w:r w:rsidRPr="007E30DB">
        <w:rPr>
          <w:b/>
          <w:i/>
        </w:rPr>
        <w:t>Great Doctrines of the Bible – Volume 2,</w:t>
      </w:r>
      <w:r w:rsidRPr="007E30DB">
        <w:t xml:space="preserve"> </w:t>
      </w:r>
      <w:proofErr w:type="spellStart"/>
      <w:r w:rsidRPr="007E30DB">
        <w:t>Zondervan</w:t>
      </w:r>
      <w:proofErr w:type="spellEnd"/>
      <w:r w:rsidRPr="007E30DB">
        <w:t xml:space="preserve"> Publishing House, 1982, p. 77)</w:t>
      </w:r>
      <w:r w:rsidRPr="009E030F">
        <w:rPr>
          <w:rFonts w:ascii="Khmer OS Siemreap" w:hAnsi="Khmer OS Siemreap" w:cs="Khmer OS Siemreap"/>
          <w:cs/>
          <w:lang w:bidi="km-KH"/>
        </w:rPr>
        <w:t>។</w:t>
      </w:r>
    </w:p>
    <w:p w:rsidR="00BE378E" w:rsidRPr="00477BE0" w:rsidRDefault="00BE378E" w:rsidP="00BE378E">
      <w:pPr>
        <w:pStyle w:val="BodyText"/>
        <w:ind w:firstLine="720"/>
        <w:rPr>
          <w:rFonts w:cs="DaunPenh"/>
          <w:lang w:bidi="km-KH"/>
        </w:rPr>
      </w:pPr>
    </w:p>
    <w:p w:rsidR="00BE378E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 w:rsidRPr="001524A4">
        <w:rPr>
          <w:rFonts w:ascii="Khmer OS Siemreap" w:hAnsi="Khmer OS Siemreap" w:cs="Khmer OS Siemreap"/>
          <w:cs/>
          <w:lang w:bidi="km-KH"/>
        </w:rPr>
        <w:t>ខ្ញុំអធិស្ឋានថា</w:t>
      </w:r>
      <w:r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1524A4">
        <w:rPr>
          <w:rFonts w:ascii="Khmer OS Siemreap" w:hAnsi="Khmer OS Siemreap" w:cs="Khmer OS Siemreap"/>
          <w:cs/>
          <w:lang w:bidi="km-KH"/>
        </w:rPr>
        <w:t>អ្នកនឹងមករកព្រះយេស៊ូវនៅយប់នេះ។ ទ្រង់នឹងសង្រ្គោះអ្នកពីជីវិតដ៏ខ្ជះខ្ជាយ</w:t>
      </w:r>
      <w:r>
        <w:rPr>
          <w:rFonts w:ascii="Khmer OS Siemreap" w:hAnsi="Khmer OS Siemreap" w:cs="Khmer OS Siemreap" w:hint="cs"/>
          <w:cs/>
          <w:lang w:bidi="km-KH"/>
        </w:rPr>
        <w:t xml:space="preserve">មួយ នៃភាពអាត្មានិយម និងអំពើបាប។ ទ្រង់នឹងលាងសំអាតអ្នកដោយសារព្រះលោហិតដែលទ្រង់បានបង្ហូរនៅ </w:t>
      </w:r>
      <w:r>
        <w:rPr>
          <w:rFonts w:ascii="Khmer OS Siemreap" w:hAnsi="Khmer OS Siemreap" w:cs="Khmer OS Siemreap" w:hint="cs"/>
          <w:cs/>
          <w:lang w:bidi="km-KH"/>
        </w:rPr>
        <w:lastRenderedPageBreak/>
        <w:t>លើឈើឆ្កាង។ សូមមករកព្រះយេស៊ូវ នោះអ្នកនឹងស្គាល់ពីសេចក្ដីស្រឡាញ់របស់ព្រះ ហើយអ្នកនឹងស្គាល់ ពីការប្រកបដ៏ពេញដោយអំណរនៃព្រះវិញ្ញាណបរិសុទ្ធ។</w:t>
      </w:r>
    </w:p>
    <w:p w:rsidR="00BE378E" w:rsidRPr="001524A4" w:rsidRDefault="00BE378E" w:rsidP="00BE378E">
      <w:pPr>
        <w:pStyle w:val="BodyText"/>
        <w:ind w:firstLine="720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បើអ្នកចង់និយាយជាមួយយើងអំពីការមករកព្រះយេស៊ូវ សូមចេញពីកៅអ៊ីរបស់អ្នកឥឡូវនេះភ្លាម ហើយដើរទៅខាងក្រោយសាលប្រជុំ។ លោក ខាហ្គិននឹងនាំអ្នកទៅកាន់បន្ទប់ផ្សេងទៀត ដែលយើងអាច និយាយគ្នា ហើយអធិស្ឋាន។ លោក ចាន់សូមមក ហើយអធិស្ឋានសំរាប់បងប្អូនយើងខ្លះដើម្បីឲ្យគេជឿទុក ចិត្ដលើព្រះយេស៊ូវនៅយប់នេះ។ អាម៉ែន។</w:t>
      </w:r>
    </w:p>
    <w:p w:rsidR="00BE378E" w:rsidRPr="007E30DB" w:rsidRDefault="00BE378E" w:rsidP="00BE378E">
      <w:pPr>
        <w:pStyle w:val="Title"/>
        <w:rPr>
          <w:rStyle w:val="Emphasis"/>
          <w:i w:val="0"/>
          <w:sz w:val="22"/>
        </w:rPr>
      </w:pP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b/>
          <w:bCs/>
          <w:lang w:bidi="km-KH"/>
        </w:rPr>
      </w:pPr>
      <w:r w:rsidRPr="0033065D">
        <w:rPr>
          <w:rFonts w:ascii="Khmer OS Siemreap" w:hAnsi="Khmer OS Siemreap" w:cs="Khmer OS Siemreap"/>
          <w:b/>
          <w:bCs/>
          <w:cs/>
          <w:lang w:bidi="km-KH"/>
        </w:rPr>
        <w:t>(ចប់សេចក្ដីអធិប្បាយ)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អ្នកអាចអាន ការអធិប្បាយរបស់ លោក​ ហ៊ីមើស៏</w:t>
      </w:r>
      <w:r w:rsidRPr="0033065D">
        <w:rPr>
          <w:rFonts w:ascii="Khmer OS Siemreap" w:hAnsi="Khmer OS Siemreap" w:cs="Khmer OS Siemreap"/>
          <w:lang w:bidi="km-KH"/>
        </w:rPr>
        <w:t xml:space="preserve"> (Dr. Hymers)</w:t>
      </w:r>
      <w:r w:rsidRPr="0033065D">
        <w:rPr>
          <w:rFonts w:ascii="Khmer OS Siemreap" w:hAnsi="Khmer OS Siemreap" w:cs="Khmer OS Siemreap"/>
          <w:cs/>
          <w:lang w:bidi="km-KH"/>
        </w:rPr>
        <w:t xml:space="preserve"> តាម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 xml:space="preserve">សប្ដាហ៏នីមួយៗ នៅតាមអ៊ីធើនេតនៅគេហទំព័រ </w:t>
      </w:r>
      <w:r w:rsidR="000C09E6">
        <w:fldChar w:fldCharType="begin"/>
      </w:r>
      <w:r w:rsidR="000C09E6">
        <w:instrText>HYPERLINK "http://www.realconversion"</w:instrText>
      </w:r>
      <w:r w:rsidR="000C09E6">
        <w:fldChar w:fldCharType="separate"/>
      </w:r>
      <w:r w:rsidRPr="0033065D">
        <w:rPr>
          <w:rStyle w:val="Hyperlink"/>
          <w:rFonts w:ascii="Khmer OS Siemreap" w:hAnsi="Khmer OS Siemreap" w:cs="Khmer OS Siemreap"/>
          <w:lang w:bidi="km-KH"/>
        </w:rPr>
        <w:t>www.realconversion</w:t>
      </w:r>
      <w:r w:rsidR="000C09E6">
        <w:fldChar w:fldCharType="end"/>
      </w:r>
      <w:r w:rsidRPr="0033065D">
        <w:rPr>
          <w:rFonts w:ascii="Khmer OS Siemreap" w:hAnsi="Khmer OS Siemreap" w:cs="Khmer OS Siemreap"/>
          <w:color w:val="0000FF"/>
          <w:u w:val="single"/>
          <w:lang w:bidi="km-KH"/>
        </w:rPr>
        <w:t>.com</w:t>
      </w:r>
      <w:r w:rsidRPr="0033065D">
        <w:rPr>
          <w:rFonts w:ascii="Khmer OS Siemreap" w:hAnsi="Khmer OS Siemreap" w:cs="Khmer OS Siemreap"/>
          <w:lang w:bidi="km-KH"/>
        </w:rPr>
        <w:t>.</w:t>
      </w:r>
    </w:p>
    <w:p w:rsidR="00F11D89" w:rsidRPr="0033065D" w:rsidRDefault="00F11D89" w:rsidP="007B6298">
      <w:pPr>
        <w:jc w:val="center"/>
        <w:rPr>
          <w:rFonts w:ascii="Khmer OS Siemreap" w:hAnsi="Khmer OS Siemreap" w:cs="Khmer OS Siemreap"/>
          <w:lang w:bidi="km-KH"/>
        </w:rPr>
      </w:pPr>
      <w:r w:rsidRPr="0033065D">
        <w:rPr>
          <w:rFonts w:ascii="Khmer OS Siemreap" w:hAnsi="Khmer OS Siemreap" w:cs="Khmer OS Siemreap"/>
          <w:cs/>
          <w:lang w:bidi="km-KH"/>
        </w:rPr>
        <w:t>ចុចលើ</w:t>
      </w:r>
      <w:r w:rsidRPr="0033065D">
        <w:rPr>
          <w:rFonts w:ascii="Khmer OS Siemreap" w:hAnsi="Khmer OS Siemreap" w:cs="Khmer OS Siemreap"/>
          <w:lang w:bidi="km-KH"/>
        </w:rPr>
        <w:t xml:space="preserve"> ”Sermon Manuscripts”</w:t>
      </w:r>
    </w:p>
    <w:p w:rsidR="00A60D80" w:rsidRPr="00A75AA1" w:rsidRDefault="00A60D80" w:rsidP="00912779">
      <w:pPr>
        <w:pStyle w:val="Title"/>
        <w:ind w:right="-432"/>
        <w:jc w:val="left"/>
        <w:rPr>
          <w:rFonts w:ascii="Khmer OS Siemreap" w:hAnsi="Khmer OS Siemreap" w:cs="Khmer OS Siemreap"/>
          <w:b w:val="0"/>
          <w:sz w:val="18"/>
          <w:szCs w:val="18"/>
          <w:lang w:bidi="km-KH"/>
        </w:rPr>
      </w:pPr>
    </w:p>
    <w:p w:rsidR="007B6298" w:rsidRDefault="007B6298" w:rsidP="007B6298">
      <w:pPr>
        <w:pStyle w:val="Title"/>
        <w:ind w:left="-432" w:right="-432"/>
        <w:rPr>
          <w:b w:val="0"/>
          <w:szCs w:val="24"/>
          <w:lang w:val="pl-PL"/>
        </w:rPr>
      </w:pPr>
      <w:r>
        <w:rPr>
          <w:b w:val="0"/>
          <w:szCs w:val="24"/>
          <w:lang w:val="pl-PL"/>
        </w:rPr>
        <w:t xml:space="preserve">You may email Dr. Hymers at </w:t>
      </w:r>
      <w:r w:rsidR="0076738A" w:rsidRPr="0076738A">
        <w:rPr>
          <w:b w:val="0"/>
        </w:rPr>
        <w:t>rlhymersjr@sbcglobal.net</w:t>
      </w:r>
      <w:r>
        <w:rPr>
          <w:b w:val="0"/>
          <w:szCs w:val="24"/>
          <w:lang w:val="pl-PL"/>
        </w:rPr>
        <w:t xml:space="preserve"> – or you may</w:t>
      </w:r>
      <w:r>
        <w:rPr>
          <w:b w:val="0"/>
          <w:szCs w:val="24"/>
          <w:lang w:val="pl-PL"/>
        </w:rPr>
        <w:br/>
        <w:t>write to him at P.O. Box 15308, Los Angeles, CA 90015. Or phone him at (818)352-0452.</w:t>
      </w:r>
    </w:p>
    <w:p w:rsidR="00EB6974" w:rsidRDefault="00EB6974" w:rsidP="00912779">
      <w:pPr>
        <w:pStyle w:val="BodyText"/>
        <w:rPr>
          <w:rFonts w:ascii="Khmer OS Siemreap" w:hAnsi="Khmer OS Siemreap" w:cs="Khmer OS Siemreap"/>
          <w:lang w:bidi="km-KH"/>
        </w:rPr>
      </w:pPr>
    </w:p>
    <w:p w:rsidR="00BE378E" w:rsidRDefault="00BE378E" w:rsidP="00BE378E">
      <w:pPr>
        <w:pStyle w:val="Title"/>
        <w:ind w:left="-432" w:right="-432"/>
        <w:rPr>
          <w:rFonts w:ascii="Khmer OS Siemreap" w:hAnsi="Khmer OS Siemreap" w:cs="Khmer OS Siemreap"/>
          <w:lang w:bidi="km-KH"/>
        </w:rPr>
      </w:pPr>
      <w:r w:rsidRPr="0091054A">
        <w:rPr>
          <w:rFonts w:ascii="Khmer OS Siemreap" w:hAnsi="Khmer OS Siemreap" w:cs="Khmer OS Siemreap"/>
          <w:cs/>
          <w:lang w:bidi="km-KH"/>
        </w:rPr>
        <w:t>សេចក្ដីអធិប្បាយដែលសរសេរដៃទាំងនេះមិនហាមឲ្យថតចំលងទេ។ អ្នកប្រើវាដោយគ្មាន</w:t>
      </w:r>
      <w:r>
        <w:rPr>
          <w:rFonts w:ascii="Khmer OS Siemreap" w:hAnsi="Khmer OS Siemreap" w:cs="Khmer OS Siemreap" w:hint="cs"/>
          <w:cs/>
          <w:lang w:bidi="km-KH"/>
        </w:rPr>
        <w:t>ការ អនុញ្ញាតពីលោក</w:t>
      </w:r>
    </w:p>
    <w:p w:rsidR="00BE378E" w:rsidRDefault="00BE378E" w:rsidP="00BE378E">
      <w:pPr>
        <w:pStyle w:val="Title"/>
        <w:ind w:left="-432" w:right="-432"/>
        <w:rPr>
          <w:rFonts w:ascii="Khmer OS Siemreap" w:hAnsi="Khmer OS Siemreap" w:cs="Khmer OS Siemreap"/>
          <w:b w:val="0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 xml:space="preserve">    </w:t>
      </w:r>
      <w:r w:rsidRPr="00F7528E">
        <w:rPr>
          <w:b w:val="0"/>
        </w:rPr>
        <w:t>Dr. Hymer</w:t>
      </w:r>
      <w:r w:rsidR="0076738A">
        <w:rPr>
          <w:b w:val="0"/>
        </w:rPr>
        <w:t>s</w:t>
      </w:r>
      <w:r w:rsidRPr="00B75321">
        <w:rPr>
          <w:rFonts w:ascii="Khmer OS Siemreap" w:hAnsi="Khmer OS Siemreap" w:cs="Khmer OS Siemreap"/>
          <w:b w:val="0"/>
          <w:cs/>
          <w:lang w:bidi="km-KH"/>
        </w:rPr>
        <w:t>។ ទោះបីជាយ៉ាងណាក៏ដោយ គ្រប់សេចក្ដីអធិប្បាយជាវីដីអូ</w:t>
      </w:r>
      <w:r>
        <w:rPr>
          <w:rFonts w:ascii="Khmer OS Siemreap" w:hAnsi="Khmer OS Siemreap" w:cs="Khmer OS Siemreap" w:hint="cs"/>
          <w:b w:val="0"/>
          <w:cs/>
          <w:lang w:bidi="km-KH"/>
        </w:rPr>
        <w:t xml:space="preserve">ទាំងអស់របស់លោក </w:t>
      </w:r>
      <w:r w:rsidRPr="00F7528E">
        <w:rPr>
          <w:b w:val="0"/>
        </w:rPr>
        <w:t>Dr. Hymer</w:t>
      </w:r>
      <w:r w:rsidR="0076738A">
        <w:rPr>
          <w:b w:val="0"/>
        </w:rPr>
        <w:t>s</w:t>
      </w:r>
      <w:r w:rsidRPr="00B75321">
        <w:rPr>
          <w:rFonts w:cs="DaunPenh" w:hint="cs"/>
          <w:b w:val="0"/>
          <w:cs/>
          <w:lang w:bidi="km-KH"/>
        </w:rPr>
        <w:t xml:space="preserve"> </w:t>
      </w:r>
      <w:r>
        <w:rPr>
          <w:rFonts w:ascii="Khmer OS Siemreap" w:hAnsi="Khmer OS Siemreap" w:cs="Khmer OS Siemreap"/>
          <w:b w:val="0"/>
          <w:cs/>
          <w:lang w:bidi="km-KH"/>
        </w:rPr>
        <w:t>ហាមថតចំលង ហើយអាច</w:t>
      </w:r>
      <w:r>
        <w:rPr>
          <w:rFonts w:ascii="Khmer OS Siemreap" w:hAnsi="Khmer OS Siemreap" w:cs="Khmer OS Siemreap" w:hint="cs"/>
          <w:b w:val="0"/>
          <w:cs/>
          <w:lang w:bidi="km-KH"/>
        </w:rPr>
        <w:t>ត្រឹមតែប្រើវាបានដោយមានការអនុញ្ញាត។</w:t>
      </w:r>
    </w:p>
    <w:p w:rsidR="00BE378E" w:rsidRPr="000E68CD" w:rsidRDefault="00BE378E" w:rsidP="00BE378E">
      <w:pPr>
        <w:pStyle w:val="Title"/>
        <w:ind w:left="-432" w:right="-432"/>
        <w:rPr>
          <w:rFonts w:cs="DaunPenh"/>
          <w:b w:val="0"/>
          <w:szCs w:val="39"/>
          <w:lang w:bidi="km-KH"/>
        </w:rPr>
      </w:pPr>
    </w:p>
    <w:p w:rsidR="00BE378E" w:rsidRDefault="00BE378E" w:rsidP="00BE378E">
      <w:pPr>
        <w:rPr>
          <w:rFonts w:ascii="Khmer OS Siemreap" w:hAnsi="Khmer OS Siemreap" w:cs="Khmer OS Siemreap"/>
          <w:b/>
          <w:cs/>
          <w:lang w:bidi="km-KH"/>
        </w:rPr>
      </w:pPr>
      <w:r w:rsidRPr="00557E56">
        <w:rPr>
          <w:rFonts w:ascii="Khmer OS Siemreap" w:hAnsi="Khmer OS Siemreap" w:cs="Khmer OS Siemreap"/>
          <w:b/>
          <w:cs/>
          <w:lang w:bidi="km-KH"/>
        </w:rPr>
        <w:t>អានព្រះគម្ពីរមុនពេលអធិប្បាយ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ដោយលោក </w:t>
      </w:r>
      <w:r w:rsidRPr="00F7528E">
        <w:rPr>
          <w:bCs/>
          <w:sz w:val="24"/>
          <w:szCs w:val="24"/>
        </w:rPr>
        <w:t xml:space="preserve">Mr. Abel </w:t>
      </w:r>
      <w:proofErr w:type="spellStart"/>
      <w:r w:rsidRPr="00F7528E">
        <w:rPr>
          <w:bCs/>
          <w:sz w:val="24"/>
          <w:szCs w:val="24"/>
        </w:rPr>
        <w:t>Prudhomme</w:t>
      </w:r>
      <w:proofErr w:type="spellEnd"/>
      <w:r w:rsidRPr="00557E56">
        <w:rPr>
          <w:rFonts w:ascii="Khmer OS Siemreap" w:hAnsi="Khmer OS Siemreap" w:cs="Khmer OS Siemreap"/>
          <w:b/>
          <w:cs/>
          <w:lang w:bidi="km-KH"/>
        </w:rPr>
        <w:t xml:space="preserve"> ៖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កូរិនថូសទី២ ១៣</w:t>
      </w:r>
      <w:r>
        <w:rPr>
          <w:rFonts w:ascii="Khmer OS Siemreap" w:hAnsi="Khmer OS Siemreap" w:cs="Khmer OS Siemreap"/>
          <w:b/>
          <w:lang w:bidi="km-KH"/>
        </w:rPr>
        <w:t>:</w:t>
      </w:r>
      <w:r>
        <w:rPr>
          <w:rFonts w:ascii="Khmer OS Siemreap" w:hAnsi="Khmer OS Siemreap" w:cs="Khmer OS Siemreap" w:hint="cs"/>
          <w:b/>
          <w:cs/>
          <w:lang w:bidi="km-KH"/>
        </w:rPr>
        <w:t>១១-១៤។</w:t>
      </w:r>
    </w:p>
    <w:p w:rsidR="00BE378E" w:rsidRPr="001F5DD3" w:rsidRDefault="00BE378E" w:rsidP="00BE378E">
      <w:pPr>
        <w:pStyle w:val="Title"/>
        <w:rPr>
          <w:b w:val="0"/>
        </w:rPr>
      </w:pPr>
      <w:r>
        <w:rPr>
          <w:rFonts w:ascii="Khmer OS Siemreap" w:hAnsi="Khmer OS Siemreap" w:cs="Khmer OS Siemreap" w:hint="cs"/>
          <w:b w:val="0"/>
          <w:cs/>
          <w:lang w:bidi="km-KH"/>
        </w:rPr>
        <w:t xml:space="preserve">   ច្រៀងចំរៀងដោយខ្លួនឯងមុនអធិប្បាយដោយលោក </w:t>
      </w:r>
      <w:r w:rsidRPr="00AC7DCC">
        <w:rPr>
          <w:b w:val="0"/>
          <w:szCs w:val="24"/>
        </w:rPr>
        <w:t>Benjamin Kincaid</w:t>
      </w:r>
      <w:r w:rsidR="0076738A">
        <w:rPr>
          <w:b w:val="0"/>
          <w:szCs w:val="24"/>
        </w:rPr>
        <w:t xml:space="preserve"> </w:t>
      </w:r>
      <w:r w:rsidRPr="00AC7DCC">
        <w:rPr>
          <w:b w:val="0"/>
          <w:szCs w:val="24"/>
        </w:rPr>
        <w:t>Griffith</w:t>
      </w:r>
      <w:r w:rsidRPr="00557E56">
        <w:rPr>
          <w:rFonts w:ascii="Khmer OS Siemreap" w:hAnsi="Khmer OS Siemreap" w:cs="Khmer OS Siemreap"/>
          <w:b w:val="0"/>
          <w:cs/>
          <w:lang w:bidi="km-KH"/>
        </w:rPr>
        <w:t>៖</w:t>
      </w:r>
    </w:p>
    <w:p w:rsidR="00BE378E" w:rsidRPr="007E30DB" w:rsidRDefault="00BE378E" w:rsidP="00BE378E">
      <w:pPr>
        <w:pStyle w:val="Title"/>
        <w:rPr>
          <w:b w:val="0"/>
        </w:rPr>
      </w:pPr>
      <w:r w:rsidRPr="007E30DB">
        <w:rPr>
          <w:b w:val="0"/>
        </w:rPr>
        <w:tab/>
        <w:t xml:space="preserve">      </w:t>
      </w:r>
      <w:r w:rsidRPr="002D1424">
        <w:rPr>
          <w:rFonts w:ascii="Khmer OS Siemreap" w:hAnsi="Khmer OS Siemreap" w:cs="Khmer OS Siemreap"/>
          <w:b w:val="0"/>
          <w:sz w:val="20"/>
          <w:cs/>
          <w:lang w:bidi="km-KH"/>
        </w:rPr>
        <w:t>«ភូមិតូចនៃបេថ្លេហិមន»</w:t>
      </w:r>
      <w:r w:rsidRPr="002D1424">
        <w:rPr>
          <w:rFonts w:ascii="Khmer OS Siemreap" w:hAnsi="Khmer OS Siemreap" w:cs="Khmer OS Siemreap"/>
          <w:b w:val="0"/>
          <w:sz w:val="20"/>
        </w:rPr>
        <w:t xml:space="preserve"> (</w:t>
      </w:r>
      <w:r w:rsidRPr="002D1424">
        <w:rPr>
          <w:rFonts w:ascii="Khmer OS Siemreap" w:hAnsi="Khmer OS Siemreap" w:cs="Khmer OS Siemreap"/>
          <w:b w:val="0"/>
          <w:sz w:val="20"/>
          <w:cs/>
          <w:lang w:bidi="km-KH"/>
        </w:rPr>
        <w:t>ដោយលោក</w:t>
      </w:r>
      <w:r w:rsidRPr="007E30DB">
        <w:rPr>
          <w:b w:val="0"/>
        </w:rPr>
        <w:t xml:space="preserve"> Phillips Brooks, 1835-1893)</w:t>
      </w:r>
      <w:r w:rsidRPr="000C10E3">
        <w:rPr>
          <w:rFonts w:cs="DaunPenh" w:hint="cs"/>
          <w:b w:val="0"/>
          <w:cs/>
          <w:lang w:bidi="km-KH"/>
        </w:rPr>
        <w:t>។</w:t>
      </w:r>
      <w:r w:rsidRPr="007E30DB">
        <w:rPr>
          <w:b w:val="0"/>
        </w:rPr>
        <w:t xml:space="preserve">  </w:t>
      </w:r>
    </w:p>
    <w:p w:rsidR="0076738A" w:rsidRDefault="0076738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E378E" w:rsidRPr="007E30DB" w:rsidRDefault="00BE378E" w:rsidP="00BE378E">
      <w:pPr>
        <w:pStyle w:val="BodyText"/>
        <w:jc w:val="center"/>
        <w:rPr>
          <w:sz w:val="24"/>
          <w:szCs w:val="24"/>
        </w:rPr>
      </w:pPr>
    </w:p>
    <w:p w:rsidR="00BE378E" w:rsidRPr="009D2D58" w:rsidRDefault="00BE378E" w:rsidP="00BE378E">
      <w:pPr>
        <w:pStyle w:val="BodyText"/>
        <w:jc w:val="center"/>
        <w:rPr>
          <w:rFonts w:ascii="Khmer OS Siemreap" w:hAnsi="Khmer OS Siemreap" w:cs="Khmer OS Siemreap"/>
          <w:sz w:val="28"/>
          <w:szCs w:val="28"/>
          <w:lang w:bidi="km-KH"/>
        </w:rPr>
      </w:pPr>
      <w:r w:rsidRPr="009D2D58">
        <w:rPr>
          <w:rFonts w:ascii="Khmer OS Siemreap" w:hAnsi="Khmer OS Siemreap" w:cs="Khmer OS Siemreap"/>
          <w:sz w:val="28"/>
          <w:szCs w:val="28"/>
          <w:cs/>
          <w:lang w:bidi="km-KH"/>
        </w:rPr>
        <w:t>ចំណងជើង</w:t>
      </w:r>
    </w:p>
    <w:p w:rsidR="00BE378E" w:rsidRPr="007E30DB" w:rsidRDefault="00BE378E" w:rsidP="00BE378E">
      <w:pPr>
        <w:pStyle w:val="BodyText"/>
        <w:jc w:val="center"/>
        <w:rPr>
          <w:sz w:val="28"/>
        </w:rPr>
      </w:pPr>
    </w:p>
    <w:p w:rsidR="00BE378E" w:rsidRDefault="00BE378E" w:rsidP="00BE378E">
      <w:pPr>
        <w:pStyle w:val="Title"/>
        <w:ind w:left="-576" w:right="-576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សេចក្ដីសង្រ្គោះតាមរយះព្រះត្រីឯក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 xml:space="preserve"> 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</w:rPr>
        <w:t>–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 xml:space="preserve"> សេចក្ដីអធិប្បាយ</w:t>
      </w: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​</w:t>
      </w:r>
    </w:p>
    <w:p w:rsidR="00BE378E" w:rsidRPr="002D2223" w:rsidRDefault="00BE378E" w:rsidP="00BE378E">
      <w:pPr>
        <w:pStyle w:val="Title"/>
        <w:ind w:left="-576" w:right="-576"/>
        <w:rPr>
          <w:rFonts w:ascii="Khmer OS Siemreap" w:hAnsi="Khmer OS Siemreap" w:cs="Khmer OS Siemreap"/>
          <w:b w:val="0"/>
          <w:bCs/>
          <w:sz w:val="28"/>
          <w:szCs w:val="28"/>
          <w:lang w:bidi="km-KH"/>
        </w:rPr>
      </w:pPr>
      <w:r>
        <w:rPr>
          <w:rFonts w:ascii="Khmer OS Siemreap" w:hAnsi="Khmer OS Siemreap" w:cs="Khmer OS Siemreap" w:hint="cs"/>
          <w:b w:val="0"/>
          <w:bCs/>
          <w:sz w:val="28"/>
          <w:szCs w:val="28"/>
          <w:cs/>
          <w:lang w:bidi="km-KH"/>
        </w:rPr>
        <w:t>មួយនៅ​​</w:t>
      </w:r>
      <w:r w:rsidRPr="002D2223">
        <w:rPr>
          <w:rFonts w:ascii="Khmer OS Siemreap" w:hAnsi="Khmer OS Siemreap" w:cs="Khmer OS Siemreap"/>
          <w:b w:val="0"/>
          <w:bCs/>
          <w:sz w:val="28"/>
          <w:szCs w:val="28"/>
          <w:cs/>
          <w:lang w:bidi="km-KH"/>
        </w:rPr>
        <w:t>ថ្ងៃណូអែល</w:t>
      </w:r>
    </w:p>
    <w:p w:rsidR="00BE378E" w:rsidRPr="007E30DB" w:rsidRDefault="00BE378E" w:rsidP="00BE378E">
      <w:pPr>
        <w:jc w:val="center"/>
        <w:rPr>
          <w:sz w:val="24"/>
        </w:rPr>
      </w:pPr>
    </w:p>
    <w:p w:rsidR="00BE378E" w:rsidRPr="00811631" w:rsidRDefault="00BE378E" w:rsidP="00BE378E">
      <w:pPr>
        <w:jc w:val="center"/>
        <w:rPr>
          <w:rFonts w:cs="DaunPenh"/>
          <w:sz w:val="24"/>
          <w:lang w:bidi="km-KH"/>
        </w:rPr>
      </w:pPr>
      <w:r w:rsidRPr="009D2D58">
        <w:rPr>
          <w:rFonts w:ascii="Khmer OS Siemreap" w:hAnsi="Khmer OS Siemreap" w:cs="Khmer OS Siemreap"/>
          <w:cs/>
          <w:lang w:bidi="km-KH"/>
        </w:rPr>
        <w:t>ដោយ</w:t>
      </w:r>
      <w:r w:rsidRPr="009D2D58">
        <w:rPr>
          <w:rFonts w:ascii="Khmer OS Siemreap" w:hAnsi="Khmer OS Siemreap" w:cs="Khmer OS Siemreap" w:hint="cs"/>
          <w:cs/>
          <w:lang w:bidi="km-KH"/>
        </w:rPr>
        <w:t>លោក</w:t>
      </w:r>
      <w:r w:rsidRPr="009D2D58">
        <w:t xml:space="preserve"> </w:t>
      </w:r>
      <w:r w:rsidRPr="00EF7879">
        <w:rPr>
          <w:sz w:val="24"/>
        </w:rPr>
        <w:t>Dr. R. L. Hymers, Jr.</w:t>
      </w:r>
    </w:p>
    <w:p w:rsidR="00BE378E" w:rsidRPr="0009407C" w:rsidRDefault="00BE378E" w:rsidP="00BE378E">
      <w:pPr>
        <w:rPr>
          <w:rFonts w:cs="DaunPenh"/>
          <w:sz w:val="24"/>
          <w:lang w:bidi="km-KH"/>
        </w:rPr>
      </w:pPr>
    </w:p>
    <w:p w:rsidR="00BE378E" w:rsidRPr="003F016C" w:rsidRDefault="00BE378E" w:rsidP="00BE378E">
      <w:pPr>
        <w:pStyle w:val="BodyText"/>
        <w:ind w:left="1276" w:right="1257" w:hanging="1276"/>
        <w:rPr>
          <w:rFonts w:ascii="Khmer OS Siemreap" w:hAnsi="Khmer OS Siemreap" w:cs="Khmer OS Siemreap"/>
          <w:sz w:val="18"/>
          <w:szCs w:val="18"/>
          <w:cs/>
          <w:lang w:bidi="km-KH"/>
        </w:rPr>
      </w:pPr>
      <w:r>
        <w:tab/>
      </w:r>
      <w:r w:rsidRPr="003F016C">
        <w:rPr>
          <w:rFonts w:ascii="Khmer OS Siemreap" w:hAnsi="Khmer OS Siemreap" w:cs="Khmer OS Siemreap"/>
          <w:sz w:val="18"/>
          <w:szCs w:val="18"/>
          <w:cs/>
          <w:lang w:bidi="km-KH"/>
        </w:rPr>
        <w:t>«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សូម​ឲ្យ​អ្នក​រាល់​គ្នា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បាន​ប្រកប​ដោយ​ព្រះគុណ​នៃ​ព្រះអម្ចាស់យេស៊ូវគ្រីស្ទ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និង​សេចក្តី​ស្រឡាញ់​របស់​ព្រះ</w:t>
      </w:r>
      <w:r w:rsidRPr="003F016C">
        <w:rPr>
          <w:rFonts w:ascii="Khmer OS Siemreap" w:hAnsi="Khmer OS Siemreap" w:cs="Khmer OS Siemreap"/>
          <w:sz w:val="18"/>
          <w:szCs w:val="18"/>
        </w:rPr>
        <w:t xml:space="preserve"> </w:t>
      </w:r>
      <w:r w:rsidRPr="003F016C">
        <w:rPr>
          <w:rFonts w:ascii="Khmer OS Siemreap" w:hAnsi="Khmer OS Siemreap" w:cs="Khmer OS Siemreap"/>
          <w:sz w:val="18"/>
          <w:szCs w:val="18"/>
          <w:cs/>
        </w:rPr>
        <w:t>ហើយ​និង​សេចក្តី​រួបរួម​គ្នា​នឹង​ព្រះវិញ្ញាណ​បរិសុទ្ធ។ អាម៉ែន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» (២កូរិនថូស ១៣</w:t>
      </w:r>
      <w:r>
        <w:rPr>
          <w:rFonts w:ascii="Khmer OS Siemreap" w:hAnsi="Khmer OS Siemreap" w:cs="Khmer OS Siemreap"/>
          <w:sz w:val="18"/>
          <w:szCs w:val="18"/>
          <w:lang w:bidi="km-KH"/>
        </w:rPr>
        <w:t>:</w:t>
      </w:r>
      <w:r>
        <w:rPr>
          <w:rFonts w:ascii="Khmer OS Siemreap" w:hAnsi="Khmer OS Siemreap" w:cs="Khmer OS Siemreap" w:hint="cs"/>
          <w:sz w:val="18"/>
          <w:szCs w:val="18"/>
          <w:cs/>
          <w:lang w:bidi="km-KH"/>
        </w:rPr>
        <w:t>១៤)។</w:t>
      </w:r>
      <w:r w:rsidRPr="00B708E1">
        <w:t xml:space="preserve"> </w:t>
      </w:r>
    </w:p>
    <w:p w:rsidR="00BE378E" w:rsidRPr="007E30DB" w:rsidRDefault="00BE378E" w:rsidP="00BE378E">
      <w:pPr>
        <w:pStyle w:val="BodyText"/>
        <w:ind w:right="720"/>
        <w:jc w:val="center"/>
        <w:rPr>
          <w:sz w:val="20"/>
        </w:rPr>
      </w:pPr>
    </w:p>
    <w:p w:rsidR="00BE378E" w:rsidRPr="00677D52" w:rsidRDefault="00BE378E" w:rsidP="00BE378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677D52">
        <w:rPr>
          <w:rFonts w:ascii="Khmer OS Siemreap" w:hAnsi="Khmer OS Siemreap" w:cs="Khmer OS Siemreap"/>
          <w:sz w:val="20"/>
          <w:cs/>
          <w:lang w:bidi="km-KH"/>
        </w:rPr>
        <w:t>១. ទីមួយ អ្នកត្រូវការព្រគុណនៃព្រះអម្ចាស់យេស៊ូវគ្រីស្ទ។</w:t>
      </w:r>
    </w:p>
    <w:p w:rsidR="00BE378E" w:rsidRPr="00677D52" w:rsidRDefault="00BE378E" w:rsidP="00BE378E">
      <w:pPr>
        <w:pStyle w:val="Subtitle"/>
        <w:tabs>
          <w:tab w:val="left" w:pos="576"/>
          <w:tab w:val="left" w:pos="936"/>
          <w:tab w:val="left" w:pos="1008"/>
          <w:tab w:val="left" w:pos="1296"/>
        </w:tabs>
        <w:ind w:right="720" w:firstLine="698"/>
        <w:rPr>
          <w:rFonts w:ascii="Khmer OS Siemreap" w:hAnsi="Khmer OS Siemreap" w:cs="Khmer OS Siemreap"/>
        </w:rPr>
      </w:pPr>
      <w:r w:rsidRPr="00677D52">
        <w:rPr>
          <w:rFonts w:ascii="Khmer OS Siemreap" w:hAnsi="Khmer OS Siemreap" w:cs="Khmer OS Siemreap"/>
          <w:cs/>
          <w:lang w:bidi="km-KH"/>
        </w:rPr>
        <w:t>កូរិនថូសទី២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១៣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១៤</w:t>
      </w:r>
      <w:r>
        <w:rPr>
          <w:rFonts w:ascii="Khmer OS Siemreap" w:hAnsi="Khmer OS Siemreap" w:cs="Khmer OS Siemreap" w:hint="cs"/>
          <w:cs/>
          <w:lang w:bidi="km-KH"/>
        </w:rPr>
        <w:t>ក</w:t>
      </w:r>
      <w:r w:rsidRPr="00677D52">
        <w:rPr>
          <w:rFonts w:ascii="Khmer OS Siemreap" w:hAnsi="Khmer OS Siemreap" w:cs="Khmer OS Siemreap"/>
        </w:rPr>
        <w:t xml:space="preserve">; </w:t>
      </w:r>
      <w:r w:rsidRPr="00677D52">
        <w:rPr>
          <w:rFonts w:ascii="Khmer OS Siemreap" w:hAnsi="Khmer OS Siemreap" w:cs="Khmer OS Siemreap"/>
          <w:cs/>
          <w:lang w:bidi="km-KH"/>
        </w:rPr>
        <w:t>ហេព្រើរ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១០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២៩</w:t>
      </w:r>
      <w:r w:rsidRPr="00677D52">
        <w:rPr>
          <w:rFonts w:ascii="Khmer OS Siemreap" w:hAnsi="Khmer OS Siemreap" w:cs="Khmer OS Siemreap"/>
        </w:rPr>
        <w:t xml:space="preserve">; </w:t>
      </w:r>
      <w:r w:rsidRPr="00677D52">
        <w:rPr>
          <w:rFonts w:ascii="Khmer OS Siemreap" w:hAnsi="Khmer OS Siemreap" w:cs="Khmer OS Siemreap"/>
          <w:cs/>
          <w:lang w:bidi="km-KH"/>
        </w:rPr>
        <w:t>អេសាយ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៥៣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៣</w:t>
      </w:r>
      <w:r w:rsidRPr="00677D52">
        <w:rPr>
          <w:rFonts w:ascii="Khmer OS Siemreap" w:hAnsi="Khmer OS Siemreap" w:cs="Khmer OS Siemreap"/>
        </w:rPr>
        <w:t xml:space="preserve">; </w:t>
      </w:r>
    </w:p>
    <w:p w:rsidR="00BE378E" w:rsidRPr="00677D52" w:rsidRDefault="00BE378E" w:rsidP="00BE378E">
      <w:pPr>
        <w:pStyle w:val="Subtitle"/>
        <w:tabs>
          <w:tab w:val="left" w:pos="576"/>
          <w:tab w:val="left" w:pos="936"/>
          <w:tab w:val="left" w:pos="1008"/>
          <w:tab w:val="left" w:pos="1296"/>
        </w:tabs>
        <w:ind w:left="1584" w:right="720" w:hanging="166"/>
        <w:rPr>
          <w:rFonts w:ascii="Khmer OS Siemreap" w:hAnsi="Khmer OS Siemreap" w:cs="Khmer OS Siemreap"/>
        </w:rPr>
      </w:pPr>
      <w:r w:rsidRPr="00677D52">
        <w:rPr>
          <w:rFonts w:ascii="Khmer OS Siemreap" w:hAnsi="Khmer OS Siemreap" w:cs="Khmer OS Siemreap"/>
          <w:cs/>
          <w:lang w:bidi="km-KH"/>
        </w:rPr>
        <w:t>យ៉ូហាន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៥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៤០</w:t>
      </w:r>
      <w:r w:rsidRPr="00677D52">
        <w:rPr>
          <w:rFonts w:ascii="Khmer OS Siemreap" w:hAnsi="Khmer OS Siemreap" w:cs="Khmer OS Siemreap"/>
        </w:rPr>
        <w:t xml:space="preserve">; </w:t>
      </w:r>
      <w:r w:rsidRPr="00677D52">
        <w:rPr>
          <w:rFonts w:ascii="Khmer OS Siemreap" w:hAnsi="Khmer OS Siemreap" w:cs="Khmer OS Siemreap"/>
          <w:cs/>
          <w:lang w:bidi="km-KH"/>
        </w:rPr>
        <w:t>អេសាយ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៤៩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៧</w:t>
      </w:r>
      <w:r w:rsidRPr="00677D52">
        <w:rPr>
          <w:rFonts w:ascii="Khmer OS Siemreap" w:hAnsi="Khmer OS Siemreap" w:cs="Khmer OS Siemreap"/>
        </w:rPr>
        <w:t xml:space="preserve">; </w:t>
      </w:r>
      <w:r w:rsidRPr="00677D52">
        <w:rPr>
          <w:rFonts w:ascii="Khmer OS Siemreap" w:hAnsi="Khmer OS Siemreap" w:cs="Khmer OS Siemreap"/>
          <w:cs/>
          <w:lang w:bidi="km-KH"/>
        </w:rPr>
        <w:t>កិច្ចការ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១៥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១១។</w:t>
      </w:r>
      <w:r w:rsidRPr="00677D52">
        <w:rPr>
          <w:rFonts w:ascii="Khmer OS Siemreap" w:hAnsi="Khmer OS Siemreap" w:cs="Khmer OS Siemreap"/>
        </w:rPr>
        <w:t xml:space="preserve">  </w:t>
      </w:r>
    </w:p>
    <w:p w:rsidR="00BE378E" w:rsidRPr="00677D52" w:rsidRDefault="00BE378E" w:rsidP="00BE378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677D52">
        <w:rPr>
          <w:rFonts w:ascii="Khmer OS Siemreap" w:hAnsi="Khmer OS Siemreap" w:cs="Khmer OS Siemreap"/>
          <w:sz w:val="20"/>
          <w:cs/>
          <w:lang w:bidi="km-KH"/>
        </w:rPr>
        <w:t>២. ទីពីរ អ្នកត្រូវការសេចក្ដីស្រឡាញ់របស់ព្រះ។</w:t>
      </w:r>
    </w:p>
    <w:p w:rsidR="00BE378E" w:rsidRPr="00677D52" w:rsidRDefault="00BE378E" w:rsidP="00BE378E">
      <w:pPr>
        <w:pStyle w:val="Subtitle"/>
        <w:tabs>
          <w:tab w:val="left" w:pos="576"/>
          <w:tab w:val="left" w:pos="936"/>
          <w:tab w:val="left" w:pos="1296"/>
        </w:tabs>
        <w:ind w:left="1584" w:right="720" w:hanging="166"/>
        <w:rPr>
          <w:rFonts w:ascii="Khmer OS Siemreap" w:hAnsi="Khmer OS Siemreap" w:cs="Khmer OS Siemreap"/>
        </w:rPr>
      </w:pPr>
      <w:r w:rsidRPr="00677D52">
        <w:rPr>
          <w:rFonts w:ascii="Khmer OS Siemreap" w:hAnsi="Khmer OS Siemreap" w:cs="Khmer OS Siemreap"/>
          <w:cs/>
          <w:lang w:bidi="km-KH"/>
        </w:rPr>
        <w:t>កូរិនថូសទី២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១៣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១៤</w:t>
      </w:r>
      <w:r>
        <w:rPr>
          <w:rFonts w:ascii="Khmer OS Siemreap" w:hAnsi="Khmer OS Siemreap" w:cs="Khmer OS Siemreap" w:hint="cs"/>
          <w:cs/>
          <w:lang w:bidi="km-KH"/>
        </w:rPr>
        <w:t>ខ</w:t>
      </w:r>
      <w:r w:rsidRPr="00677D52">
        <w:rPr>
          <w:rFonts w:ascii="Khmer OS Siemreap" w:hAnsi="Khmer OS Siemreap" w:cs="Khmer OS Siemreap"/>
        </w:rPr>
        <w:t xml:space="preserve">; </w:t>
      </w:r>
      <w:r w:rsidRPr="00677D52">
        <w:rPr>
          <w:rFonts w:ascii="Khmer OS Siemreap" w:hAnsi="Khmer OS Siemreap" w:cs="Khmer OS Siemreap"/>
          <w:cs/>
          <w:lang w:bidi="km-KH"/>
        </w:rPr>
        <w:t>រ៉ូម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៥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៨។</w:t>
      </w:r>
      <w:r w:rsidRPr="00677D52">
        <w:rPr>
          <w:rFonts w:ascii="Khmer OS Siemreap" w:hAnsi="Khmer OS Siemreap" w:cs="Khmer OS Siemreap"/>
        </w:rPr>
        <w:t xml:space="preserve"> </w:t>
      </w:r>
    </w:p>
    <w:p w:rsidR="00BE378E" w:rsidRPr="00677D52" w:rsidRDefault="00BE378E" w:rsidP="00BE378E">
      <w:pPr>
        <w:pStyle w:val="BodyText"/>
        <w:ind w:firstLine="720"/>
        <w:rPr>
          <w:rFonts w:ascii="Khmer OS Siemreap" w:hAnsi="Khmer OS Siemreap" w:cs="Khmer OS Siemreap"/>
          <w:sz w:val="20"/>
          <w:lang w:bidi="km-KH"/>
        </w:rPr>
      </w:pPr>
      <w:r w:rsidRPr="00677D52">
        <w:rPr>
          <w:rFonts w:ascii="Khmer OS Siemreap" w:hAnsi="Khmer OS Siemreap" w:cs="Khmer OS Siemreap"/>
          <w:sz w:val="20"/>
          <w:cs/>
          <w:lang w:bidi="km-KH"/>
        </w:rPr>
        <w:t>៣. ទីបី អ្នកត្រូវការការរួបរួមគ្នានៃព្រះវិញ្ញាណបរិសុទ្ធ។</w:t>
      </w:r>
    </w:p>
    <w:p w:rsidR="00BE378E" w:rsidRPr="00677D52" w:rsidRDefault="00BE378E" w:rsidP="00BE378E">
      <w:pPr>
        <w:pStyle w:val="Subtitle"/>
        <w:tabs>
          <w:tab w:val="left" w:pos="576"/>
          <w:tab w:val="left" w:pos="936"/>
          <w:tab w:val="left" w:pos="1296"/>
        </w:tabs>
        <w:ind w:left="1584" w:right="720" w:hanging="166"/>
        <w:rPr>
          <w:rFonts w:ascii="Khmer OS Siemreap" w:hAnsi="Khmer OS Siemreap" w:cs="Khmer OS Siemreap"/>
          <w:lang w:bidi="km-KH"/>
        </w:rPr>
      </w:pPr>
      <w:r w:rsidRPr="00677D52">
        <w:rPr>
          <w:rFonts w:ascii="Khmer OS Siemreap" w:hAnsi="Khmer OS Siemreap" w:cs="Khmer OS Siemreap"/>
          <w:cs/>
          <w:lang w:bidi="km-KH"/>
        </w:rPr>
        <w:t xml:space="preserve"> កូរិនថូសទី២</w:t>
      </w:r>
      <w:r w:rsidRPr="00677D52">
        <w:rPr>
          <w:rFonts w:ascii="Khmer OS Siemreap" w:hAnsi="Khmer OS Siemreap" w:cs="Khmer OS Siemreap"/>
        </w:rPr>
        <w:t xml:space="preserve"> </w:t>
      </w:r>
      <w:r w:rsidRPr="00677D52">
        <w:rPr>
          <w:rFonts w:ascii="Khmer OS Siemreap" w:hAnsi="Khmer OS Siemreap" w:cs="Khmer OS Siemreap"/>
          <w:cs/>
          <w:lang w:bidi="km-KH"/>
        </w:rPr>
        <w:t>១៣</w:t>
      </w:r>
      <w:r w:rsidRPr="00677D52">
        <w:rPr>
          <w:rFonts w:ascii="Khmer OS Siemreap" w:hAnsi="Khmer OS Siemreap" w:cs="Khmer OS Siemreap"/>
        </w:rPr>
        <w:t>:</w:t>
      </w:r>
      <w:r w:rsidRPr="00677D52">
        <w:rPr>
          <w:rFonts w:ascii="Khmer OS Siemreap" w:hAnsi="Khmer OS Siemreap" w:cs="Khmer OS Siemreap"/>
          <w:cs/>
          <w:lang w:bidi="km-KH"/>
        </w:rPr>
        <w:t>១៤</w:t>
      </w:r>
      <w:r>
        <w:rPr>
          <w:rFonts w:ascii="Khmer OS Siemreap" w:hAnsi="Khmer OS Siemreap" w:cs="Khmer OS Siemreap" w:hint="cs"/>
          <w:cs/>
          <w:lang w:bidi="km-KH"/>
        </w:rPr>
        <w:t>គ</w:t>
      </w:r>
      <w:r w:rsidRPr="00677D52">
        <w:rPr>
          <w:rFonts w:ascii="Khmer OS Siemreap" w:hAnsi="Khmer OS Siemreap" w:cs="Khmer OS Siemreap"/>
          <w:cs/>
          <w:lang w:bidi="km-KH"/>
        </w:rPr>
        <w:t>។</w:t>
      </w:r>
    </w:p>
    <w:p w:rsidR="00BE378E" w:rsidRPr="007B6298" w:rsidRDefault="00BE378E" w:rsidP="00912779">
      <w:pPr>
        <w:pStyle w:val="BodyText"/>
        <w:rPr>
          <w:rFonts w:ascii="Khmer OS Siemreap" w:hAnsi="Khmer OS Siemreap" w:cs="Khmer OS Siemreap"/>
          <w:lang w:bidi="km-KH"/>
        </w:rPr>
      </w:pPr>
    </w:p>
    <w:sectPr w:rsidR="00BE378E" w:rsidRPr="007B6298" w:rsidSect="0033065D">
      <w:headerReference w:type="default" r:id="rId7"/>
      <w:footerReference w:type="even" r:id="rId8"/>
      <w:footerReference w:type="default" r:id="rId9"/>
      <w:pgSz w:w="12240" w:h="15840" w:code="1"/>
      <w:pgMar w:top="1440" w:right="2160" w:bottom="1440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4AD" w:rsidRDefault="008B14AD">
      <w:r>
        <w:separator/>
      </w:r>
    </w:p>
  </w:endnote>
  <w:endnote w:type="continuationSeparator" w:id="0">
    <w:p w:rsidR="008B14AD" w:rsidRDefault="008B1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0C09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0D8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60D80" w:rsidRDefault="00A60D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Pr="004152B1" w:rsidRDefault="00A320A1" w:rsidP="00A320A1">
    <w:pPr>
      <w:pStyle w:val="Footer"/>
      <w:tabs>
        <w:tab w:val="clear" w:pos="4320"/>
        <w:tab w:val="clear" w:pos="8640"/>
        <w:tab w:val="center" w:pos="3960"/>
      </w:tabs>
      <w:ind w:right="360"/>
      <w:jc w:val="right"/>
      <w:rPr>
        <w:sz w:val="16"/>
      </w:rPr>
    </w:pPr>
    <w:r>
      <w:rPr>
        <w:sz w:val="16"/>
      </w:rPr>
      <w:t>CAMBODIAN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4AD" w:rsidRDefault="008B14AD">
      <w:r>
        <w:separator/>
      </w:r>
    </w:p>
  </w:footnote>
  <w:footnote w:type="continuationSeparator" w:id="0">
    <w:p w:rsidR="008B14AD" w:rsidRDefault="008B14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D80" w:rsidRDefault="000C09E6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60D8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738A">
      <w:rPr>
        <w:rStyle w:val="PageNumber"/>
        <w:noProof/>
      </w:rPr>
      <w:t>9</w:t>
    </w:r>
    <w:r>
      <w:rPr>
        <w:rStyle w:val="PageNumber"/>
      </w:rPr>
      <w:fldChar w:fldCharType="end"/>
    </w:r>
  </w:p>
  <w:p w:rsidR="00A60D80" w:rsidRDefault="00A60D8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60D80" w:rsidRDefault="00A60D8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78E"/>
    <w:rsid w:val="00001E9C"/>
    <w:rsid w:val="00002D90"/>
    <w:rsid w:val="00007A91"/>
    <w:rsid w:val="0001170E"/>
    <w:rsid w:val="00013938"/>
    <w:rsid w:val="000178BD"/>
    <w:rsid w:val="0002029E"/>
    <w:rsid w:val="00024789"/>
    <w:rsid w:val="00024C97"/>
    <w:rsid w:val="00025879"/>
    <w:rsid w:val="00025963"/>
    <w:rsid w:val="00034E46"/>
    <w:rsid w:val="00034E8E"/>
    <w:rsid w:val="00043626"/>
    <w:rsid w:val="00043FE9"/>
    <w:rsid w:val="00045148"/>
    <w:rsid w:val="000507B9"/>
    <w:rsid w:val="00051639"/>
    <w:rsid w:val="00054036"/>
    <w:rsid w:val="0005628D"/>
    <w:rsid w:val="00063615"/>
    <w:rsid w:val="000640F3"/>
    <w:rsid w:val="00066896"/>
    <w:rsid w:val="000762D5"/>
    <w:rsid w:val="00077160"/>
    <w:rsid w:val="00083C17"/>
    <w:rsid w:val="000840C9"/>
    <w:rsid w:val="00087DAD"/>
    <w:rsid w:val="0009235D"/>
    <w:rsid w:val="0009330F"/>
    <w:rsid w:val="00097CC9"/>
    <w:rsid w:val="000A2785"/>
    <w:rsid w:val="000A2BDA"/>
    <w:rsid w:val="000A4583"/>
    <w:rsid w:val="000A56D4"/>
    <w:rsid w:val="000A661A"/>
    <w:rsid w:val="000B193C"/>
    <w:rsid w:val="000B6D72"/>
    <w:rsid w:val="000B7E99"/>
    <w:rsid w:val="000C09E6"/>
    <w:rsid w:val="000C0DC4"/>
    <w:rsid w:val="000C1858"/>
    <w:rsid w:val="000C4891"/>
    <w:rsid w:val="000C4970"/>
    <w:rsid w:val="000C626C"/>
    <w:rsid w:val="000D51EF"/>
    <w:rsid w:val="000D6649"/>
    <w:rsid w:val="000D6B5A"/>
    <w:rsid w:val="000E1A06"/>
    <w:rsid w:val="000E5545"/>
    <w:rsid w:val="000F14F6"/>
    <w:rsid w:val="000F5FCB"/>
    <w:rsid w:val="000F6544"/>
    <w:rsid w:val="00110439"/>
    <w:rsid w:val="00112A40"/>
    <w:rsid w:val="00113F11"/>
    <w:rsid w:val="001162DF"/>
    <w:rsid w:val="00135B6A"/>
    <w:rsid w:val="00141ED2"/>
    <w:rsid w:val="00142D79"/>
    <w:rsid w:val="0014432F"/>
    <w:rsid w:val="00146250"/>
    <w:rsid w:val="0014734E"/>
    <w:rsid w:val="00150A14"/>
    <w:rsid w:val="00150C31"/>
    <w:rsid w:val="00153292"/>
    <w:rsid w:val="001559D6"/>
    <w:rsid w:val="00156A00"/>
    <w:rsid w:val="00160E22"/>
    <w:rsid w:val="00164C31"/>
    <w:rsid w:val="00166F3D"/>
    <w:rsid w:val="001708AD"/>
    <w:rsid w:val="00171ED0"/>
    <w:rsid w:val="001742EA"/>
    <w:rsid w:val="001773E2"/>
    <w:rsid w:val="001808AB"/>
    <w:rsid w:val="00180C03"/>
    <w:rsid w:val="001831C8"/>
    <w:rsid w:val="00186147"/>
    <w:rsid w:val="001943FD"/>
    <w:rsid w:val="00195A31"/>
    <w:rsid w:val="0019669E"/>
    <w:rsid w:val="001A0E50"/>
    <w:rsid w:val="001A1201"/>
    <w:rsid w:val="001B444D"/>
    <w:rsid w:val="001C0FC5"/>
    <w:rsid w:val="001C3427"/>
    <w:rsid w:val="001C72B5"/>
    <w:rsid w:val="001C72ED"/>
    <w:rsid w:val="001D10E6"/>
    <w:rsid w:val="001D1C14"/>
    <w:rsid w:val="001D205C"/>
    <w:rsid w:val="001D24F6"/>
    <w:rsid w:val="001D38BF"/>
    <w:rsid w:val="001E22E8"/>
    <w:rsid w:val="001E6C27"/>
    <w:rsid w:val="001F31EE"/>
    <w:rsid w:val="001F3E7C"/>
    <w:rsid w:val="001F3FEC"/>
    <w:rsid w:val="001F785C"/>
    <w:rsid w:val="002013DD"/>
    <w:rsid w:val="0020352E"/>
    <w:rsid w:val="00203BB1"/>
    <w:rsid w:val="00205477"/>
    <w:rsid w:val="002067A2"/>
    <w:rsid w:val="00206AD2"/>
    <w:rsid w:val="0021076D"/>
    <w:rsid w:val="00217860"/>
    <w:rsid w:val="00221D71"/>
    <w:rsid w:val="00236A50"/>
    <w:rsid w:val="00237AC1"/>
    <w:rsid w:val="00243700"/>
    <w:rsid w:val="00246FC6"/>
    <w:rsid w:val="002471F4"/>
    <w:rsid w:val="00247B03"/>
    <w:rsid w:val="00251497"/>
    <w:rsid w:val="00254071"/>
    <w:rsid w:val="00257306"/>
    <w:rsid w:val="0025734D"/>
    <w:rsid w:val="002611F5"/>
    <w:rsid w:val="00261AA2"/>
    <w:rsid w:val="00273FF2"/>
    <w:rsid w:val="00274405"/>
    <w:rsid w:val="00274D29"/>
    <w:rsid w:val="00280DE9"/>
    <w:rsid w:val="00283ACF"/>
    <w:rsid w:val="00283E18"/>
    <w:rsid w:val="0029105B"/>
    <w:rsid w:val="00291A3B"/>
    <w:rsid w:val="00297457"/>
    <w:rsid w:val="00297AFF"/>
    <w:rsid w:val="002A4D55"/>
    <w:rsid w:val="002A756A"/>
    <w:rsid w:val="002B2C80"/>
    <w:rsid w:val="002C29D7"/>
    <w:rsid w:val="002C3FB7"/>
    <w:rsid w:val="002D0185"/>
    <w:rsid w:val="002D4CE4"/>
    <w:rsid w:val="002E2E0F"/>
    <w:rsid w:val="002F2028"/>
    <w:rsid w:val="002F261F"/>
    <w:rsid w:val="002F4003"/>
    <w:rsid w:val="002F55C7"/>
    <w:rsid w:val="002F6E7E"/>
    <w:rsid w:val="003038E4"/>
    <w:rsid w:val="003038ED"/>
    <w:rsid w:val="003046C6"/>
    <w:rsid w:val="00312E25"/>
    <w:rsid w:val="003131A0"/>
    <w:rsid w:val="00313605"/>
    <w:rsid w:val="003152A6"/>
    <w:rsid w:val="003168A8"/>
    <w:rsid w:val="00316EB9"/>
    <w:rsid w:val="003245EA"/>
    <w:rsid w:val="0033065D"/>
    <w:rsid w:val="003403B3"/>
    <w:rsid w:val="00340D5B"/>
    <w:rsid w:val="00341F84"/>
    <w:rsid w:val="00342597"/>
    <w:rsid w:val="00343E90"/>
    <w:rsid w:val="003476BA"/>
    <w:rsid w:val="00347F07"/>
    <w:rsid w:val="00353532"/>
    <w:rsid w:val="00354583"/>
    <w:rsid w:val="0035566A"/>
    <w:rsid w:val="00357E02"/>
    <w:rsid w:val="00360295"/>
    <w:rsid w:val="0036066C"/>
    <w:rsid w:val="00365B9F"/>
    <w:rsid w:val="003662AF"/>
    <w:rsid w:val="00367DBC"/>
    <w:rsid w:val="00371E36"/>
    <w:rsid w:val="00372061"/>
    <w:rsid w:val="003739D1"/>
    <w:rsid w:val="00374248"/>
    <w:rsid w:val="00374FC1"/>
    <w:rsid w:val="003779F8"/>
    <w:rsid w:val="00377B60"/>
    <w:rsid w:val="00384806"/>
    <w:rsid w:val="00391735"/>
    <w:rsid w:val="00391F5B"/>
    <w:rsid w:val="00392562"/>
    <w:rsid w:val="003A1994"/>
    <w:rsid w:val="003B2F8B"/>
    <w:rsid w:val="003B4700"/>
    <w:rsid w:val="003B4A0A"/>
    <w:rsid w:val="003B7132"/>
    <w:rsid w:val="003C03A6"/>
    <w:rsid w:val="003C2554"/>
    <w:rsid w:val="003C4F36"/>
    <w:rsid w:val="003D0506"/>
    <w:rsid w:val="003D0B8F"/>
    <w:rsid w:val="003D0FE6"/>
    <w:rsid w:val="003D7C88"/>
    <w:rsid w:val="003D7E77"/>
    <w:rsid w:val="003E28A8"/>
    <w:rsid w:val="003E2D03"/>
    <w:rsid w:val="003E4357"/>
    <w:rsid w:val="003E571B"/>
    <w:rsid w:val="003F1852"/>
    <w:rsid w:val="003F320D"/>
    <w:rsid w:val="003F4D28"/>
    <w:rsid w:val="003F623E"/>
    <w:rsid w:val="0040440A"/>
    <w:rsid w:val="00405584"/>
    <w:rsid w:val="00405BB9"/>
    <w:rsid w:val="00406C4E"/>
    <w:rsid w:val="00411893"/>
    <w:rsid w:val="00414BA6"/>
    <w:rsid w:val="00415080"/>
    <w:rsid w:val="004152B1"/>
    <w:rsid w:val="004159C1"/>
    <w:rsid w:val="00415EA6"/>
    <w:rsid w:val="004163EA"/>
    <w:rsid w:val="00416974"/>
    <w:rsid w:val="00422B14"/>
    <w:rsid w:val="00422FD0"/>
    <w:rsid w:val="00424B25"/>
    <w:rsid w:val="00430680"/>
    <w:rsid w:val="004321E2"/>
    <w:rsid w:val="00432E6C"/>
    <w:rsid w:val="00433D35"/>
    <w:rsid w:val="004350CA"/>
    <w:rsid w:val="00435318"/>
    <w:rsid w:val="00435B24"/>
    <w:rsid w:val="00436FB9"/>
    <w:rsid w:val="0044505E"/>
    <w:rsid w:val="00445918"/>
    <w:rsid w:val="0044709B"/>
    <w:rsid w:val="004478A6"/>
    <w:rsid w:val="00451102"/>
    <w:rsid w:val="004533E9"/>
    <w:rsid w:val="004535FC"/>
    <w:rsid w:val="0045365D"/>
    <w:rsid w:val="004538FD"/>
    <w:rsid w:val="00454E00"/>
    <w:rsid w:val="00462EEA"/>
    <w:rsid w:val="00463821"/>
    <w:rsid w:val="004645AE"/>
    <w:rsid w:val="0046600B"/>
    <w:rsid w:val="00467B1C"/>
    <w:rsid w:val="00467F80"/>
    <w:rsid w:val="004743B9"/>
    <w:rsid w:val="004770AE"/>
    <w:rsid w:val="00481269"/>
    <w:rsid w:val="004870AA"/>
    <w:rsid w:val="00491DCB"/>
    <w:rsid w:val="004950A6"/>
    <w:rsid w:val="004977A4"/>
    <w:rsid w:val="004A1405"/>
    <w:rsid w:val="004A6D7E"/>
    <w:rsid w:val="004A782D"/>
    <w:rsid w:val="004B55C1"/>
    <w:rsid w:val="004B6658"/>
    <w:rsid w:val="004C01B1"/>
    <w:rsid w:val="004C0341"/>
    <w:rsid w:val="004C1A3F"/>
    <w:rsid w:val="004C2E9F"/>
    <w:rsid w:val="004C346C"/>
    <w:rsid w:val="004C40F9"/>
    <w:rsid w:val="004C4EF5"/>
    <w:rsid w:val="004D1F4B"/>
    <w:rsid w:val="004D2F2C"/>
    <w:rsid w:val="004D3EB0"/>
    <w:rsid w:val="004D40C7"/>
    <w:rsid w:val="004D7311"/>
    <w:rsid w:val="004E4DF8"/>
    <w:rsid w:val="004F0573"/>
    <w:rsid w:val="004F0DA5"/>
    <w:rsid w:val="004F2B51"/>
    <w:rsid w:val="004F309E"/>
    <w:rsid w:val="004F3333"/>
    <w:rsid w:val="00500EA5"/>
    <w:rsid w:val="00513A87"/>
    <w:rsid w:val="00520785"/>
    <w:rsid w:val="00521852"/>
    <w:rsid w:val="00522383"/>
    <w:rsid w:val="00522636"/>
    <w:rsid w:val="005227D0"/>
    <w:rsid w:val="00527E93"/>
    <w:rsid w:val="00530AF7"/>
    <w:rsid w:val="00536D07"/>
    <w:rsid w:val="00536E32"/>
    <w:rsid w:val="00537FD4"/>
    <w:rsid w:val="00540F80"/>
    <w:rsid w:val="0054296C"/>
    <w:rsid w:val="0054599A"/>
    <w:rsid w:val="005517C0"/>
    <w:rsid w:val="005522CE"/>
    <w:rsid w:val="005537C7"/>
    <w:rsid w:val="00553995"/>
    <w:rsid w:val="00553A75"/>
    <w:rsid w:val="0055470C"/>
    <w:rsid w:val="0056058F"/>
    <w:rsid w:val="00563C31"/>
    <w:rsid w:val="0057091F"/>
    <w:rsid w:val="00570FE8"/>
    <w:rsid w:val="00572671"/>
    <w:rsid w:val="00577017"/>
    <w:rsid w:val="005773F2"/>
    <w:rsid w:val="00581DE6"/>
    <w:rsid w:val="00581F3B"/>
    <w:rsid w:val="00581F6E"/>
    <w:rsid w:val="00585B50"/>
    <w:rsid w:val="0059102D"/>
    <w:rsid w:val="00596CF1"/>
    <w:rsid w:val="005A735E"/>
    <w:rsid w:val="005B1DFC"/>
    <w:rsid w:val="005B20C2"/>
    <w:rsid w:val="005B2193"/>
    <w:rsid w:val="005B4E38"/>
    <w:rsid w:val="005C0D7D"/>
    <w:rsid w:val="005C2D71"/>
    <w:rsid w:val="005C6D01"/>
    <w:rsid w:val="005D1719"/>
    <w:rsid w:val="005D385E"/>
    <w:rsid w:val="005E3444"/>
    <w:rsid w:val="005E56F3"/>
    <w:rsid w:val="005E6002"/>
    <w:rsid w:val="005F2071"/>
    <w:rsid w:val="005F2ED5"/>
    <w:rsid w:val="005F3AA9"/>
    <w:rsid w:val="005F53BD"/>
    <w:rsid w:val="005F728A"/>
    <w:rsid w:val="005F7ED1"/>
    <w:rsid w:val="00604327"/>
    <w:rsid w:val="00612BA9"/>
    <w:rsid w:val="00616AD8"/>
    <w:rsid w:val="006212E9"/>
    <w:rsid w:val="006216BC"/>
    <w:rsid w:val="00621E07"/>
    <w:rsid w:val="00625BFF"/>
    <w:rsid w:val="00627229"/>
    <w:rsid w:val="0062756F"/>
    <w:rsid w:val="00627C71"/>
    <w:rsid w:val="00632D31"/>
    <w:rsid w:val="00634C97"/>
    <w:rsid w:val="006353DA"/>
    <w:rsid w:val="00635955"/>
    <w:rsid w:val="00636431"/>
    <w:rsid w:val="00636A8B"/>
    <w:rsid w:val="00641A7F"/>
    <w:rsid w:val="00641E28"/>
    <w:rsid w:val="00642264"/>
    <w:rsid w:val="00642623"/>
    <w:rsid w:val="00643F41"/>
    <w:rsid w:val="00645BAB"/>
    <w:rsid w:val="00645C90"/>
    <w:rsid w:val="00647461"/>
    <w:rsid w:val="006475A1"/>
    <w:rsid w:val="00653857"/>
    <w:rsid w:val="00657521"/>
    <w:rsid w:val="00661959"/>
    <w:rsid w:val="00665012"/>
    <w:rsid w:val="006753F9"/>
    <w:rsid w:val="006758C0"/>
    <w:rsid w:val="00680AA1"/>
    <w:rsid w:val="0069601B"/>
    <w:rsid w:val="0069766E"/>
    <w:rsid w:val="0069777A"/>
    <w:rsid w:val="006A0104"/>
    <w:rsid w:val="006A0535"/>
    <w:rsid w:val="006A151E"/>
    <w:rsid w:val="006A647A"/>
    <w:rsid w:val="006A72F1"/>
    <w:rsid w:val="006B0F6A"/>
    <w:rsid w:val="006B10CA"/>
    <w:rsid w:val="006B1F7A"/>
    <w:rsid w:val="006C3715"/>
    <w:rsid w:val="006C6FFE"/>
    <w:rsid w:val="006C73FA"/>
    <w:rsid w:val="006D281B"/>
    <w:rsid w:val="006D6C10"/>
    <w:rsid w:val="006E1B16"/>
    <w:rsid w:val="006E2A5D"/>
    <w:rsid w:val="006E3850"/>
    <w:rsid w:val="006E407E"/>
    <w:rsid w:val="006E53A1"/>
    <w:rsid w:val="006E72D1"/>
    <w:rsid w:val="006F0429"/>
    <w:rsid w:val="006F1329"/>
    <w:rsid w:val="006F1DEE"/>
    <w:rsid w:val="006F2DA0"/>
    <w:rsid w:val="006F492B"/>
    <w:rsid w:val="0070105C"/>
    <w:rsid w:val="00702E9B"/>
    <w:rsid w:val="00717EF9"/>
    <w:rsid w:val="00725593"/>
    <w:rsid w:val="00730277"/>
    <w:rsid w:val="007339FE"/>
    <w:rsid w:val="007351B2"/>
    <w:rsid w:val="0073693F"/>
    <w:rsid w:val="007434B0"/>
    <w:rsid w:val="0074441D"/>
    <w:rsid w:val="00745CC9"/>
    <w:rsid w:val="00746909"/>
    <w:rsid w:val="00750EAA"/>
    <w:rsid w:val="00751511"/>
    <w:rsid w:val="00751B87"/>
    <w:rsid w:val="00754B61"/>
    <w:rsid w:val="0075610D"/>
    <w:rsid w:val="00761500"/>
    <w:rsid w:val="00765258"/>
    <w:rsid w:val="0076738A"/>
    <w:rsid w:val="00767FAE"/>
    <w:rsid w:val="007729A3"/>
    <w:rsid w:val="00773C4E"/>
    <w:rsid w:val="00792AB8"/>
    <w:rsid w:val="007940B6"/>
    <w:rsid w:val="00795AE8"/>
    <w:rsid w:val="00796B40"/>
    <w:rsid w:val="007A12EE"/>
    <w:rsid w:val="007A3EE9"/>
    <w:rsid w:val="007A7589"/>
    <w:rsid w:val="007B0BCF"/>
    <w:rsid w:val="007B6298"/>
    <w:rsid w:val="007B6740"/>
    <w:rsid w:val="007C14C1"/>
    <w:rsid w:val="007C4DB8"/>
    <w:rsid w:val="007C5B25"/>
    <w:rsid w:val="007D6999"/>
    <w:rsid w:val="007E30CA"/>
    <w:rsid w:val="007E4A65"/>
    <w:rsid w:val="007E51D2"/>
    <w:rsid w:val="007E7CD6"/>
    <w:rsid w:val="007F170C"/>
    <w:rsid w:val="007F4330"/>
    <w:rsid w:val="007F56EA"/>
    <w:rsid w:val="007F5753"/>
    <w:rsid w:val="007F76AA"/>
    <w:rsid w:val="008036EC"/>
    <w:rsid w:val="008079E6"/>
    <w:rsid w:val="00810E59"/>
    <w:rsid w:val="00812FE2"/>
    <w:rsid w:val="008134B3"/>
    <w:rsid w:val="00816538"/>
    <w:rsid w:val="008165B4"/>
    <w:rsid w:val="008251A3"/>
    <w:rsid w:val="008279F9"/>
    <w:rsid w:val="00830B48"/>
    <w:rsid w:val="0083319B"/>
    <w:rsid w:val="00835B50"/>
    <w:rsid w:val="00840FDB"/>
    <w:rsid w:val="00843DFD"/>
    <w:rsid w:val="0085126A"/>
    <w:rsid w:val="008555F1"/>
    <w:rsid w:val="008569A0"/>
    <w:rsid w:val="0086228E"/>
    <w:rsid w:val="0086615D"/>
    <w:rsid w:val="0087073B"/>
    <w:rsid w:val="00871B18"/>
    <w:rsid w:val="00877B38"/>
    <w:rsid w:val="008827F7"/>
    <w:rsid w:val="00884AAC"/>
    <w:rsid w:val="00887D22"/>
    <w:rsid w:val="00891874"/>
    <w:rsid w:val="00892C4D"/>
    <w:rsid w:val="00892FE7"/>
    <w:rsid w:val="0089506A"/>
    <w:rsid w:val="00895226"/>
    <w:rsid w:val="00897048"/>
    <w:rsid w:val="00897F67"/>
    <w:rsid w:val="008B14AD"/>
    <w:rsid w:val="008C5304"/>
    <w:rsid w:val="008C6607"/>
    <w:rsid w:val="008C7694"/>
    <w:rsid w:val="008D3193"/>
    <w:rsid w:val="008D347D"/>
    <w:rsid w:val="008D474E"/>
    <w:rsid w:val="008D4B60"/>
    <w:rsid w:val="008E111C"/>
    <w:rsid w:val="008E185B"/>
    <w:rsid w:val="008E3AD6"/>
    <w:rsid w:val="008E515E"/>
    <w:rsid w:val="008F15E1"/>
    <w:rsid w:val="00901D62"/>
    <w:rsid w:val="00903640"/>
    <w:rsid w:val="009078B9"/>
    <w:rsid w:val="00907D7E"/>
    <w:rsid w:val="00912779"/>
    <w:rsid w:val="009172C8"/>
    <w:rsid w:val="00926347"/>
    <w:rsid w:val="009273D6"/>
    <w:rsid w:val="0093034C"/>
    <w:rsid w:val="009339BE"/>
    <w:rsid w:val="00933F83"/>
    <w:rsid w:val="0094672D"/>
    <w:rsid w:val="009477A3"/>
    <w:rsid w:val="00951AC9"/>
    <w:rsid w:val="00952B3C"/>
    <w:rsid w:val="00954F2D"/>
    <w:rsid w:val="00957B27"/>
    <w:rsid w:val="0096004B"/>
    <w:rsid w:val="009620EC"/>
    <w:rsid w:val="00963E27"/>
    <w:rsid w:val="00975A6F"/>
    <w:rsid w:val="00976244"/>
    <w:rsid w:val="00976D80"/>
    <w:rsid w:val="00980CA2"/>
    <w:rsid w:val="00983167"/>
    <w:rsid w:val="00983D91"/>
    <w:rsid w:val="00984719"/>
    <w:rsid w:val="00984D7B"/>
    <w:rsid w:val="009934DD"/>
    <w:rsid w:val="00996553"/>
    <w:rsid w:val="009967B1"/>
    <w:rsid w:val="00997787"/>
    <w:rsid w:val="009A0C54"/>
    <w:rsid w:val="009A29EE"/>
    <w:rsid w:val="009A34CB"/>
    <w:rsid w:val="009A4ABD"/>
    <w:rsid w:val="009A5489"/>
    <w:rsid w:val="009A6CC8"/>
    <w:rsid w:val="009B2E69"/>
    <w:rsid w:val="009C1C2B"/>
    <w:rsid w:val="009C2717"/>
    <w:rsid w:val="009C3ACF"/>
    <w:rsid w:val="009C63F2"/>
    <w:rsid w:val="009D1FEC"/>
    <w:rsid w:val="009D63A2"/>
    <w:rsid w:val="009E0201"/>
    <w:rsid w:val="009E3CC7"/>
    <w:rsid w:val="009E3FFF"/>
    <w:rsid w:val="009F3A97"/>
    <w:rsid w:val="009F4209"/>
    <w:rsid w:val="009F4CE6"/>
    <w:rsid w:val="009F5AF6"/>
    <w:rsid w:val="009F5C28"/>
    <w:rsid w:val="00A113B1"/>
    <w:rsid w:val="00A137AE"/>
    <w:rsid w:val="00A13ED8"/>
    <w:rsid w:val="00A21BE3"/>
    <w:rsid w:val="00A220AC"/>
    <w:rsid w:val="00A2269A"/>
    <w:rsid w:val="00A31D13"/>
    <w:rsid w:val="00A320A1"/>
    <w:rsid w:val="00A33E60"/>
    <w:rsid w:val="00A36C09"/>
    <w:rsid w:val="00A36F3B"/>
    <w:rsid w:val="00A442AB"/>
    <w:rsid w:val="00A45EA7"/>
    <w:rsid w:val="00A47119"/>
    <w:rsid w:val="00A5066C"/>
    <w:rsid w:val="00A50E40"/>
    <w:rsid w:val="00A6064F"/>
    <w:rsid w:val="00A60D80"/>
    <w:rsid w:val="00A75AA1"/>
    <w:rsid w:val="00A82F72"/>
    <w:rsid w:val="00A830C2"/>
    <w:rsid w:val="00A833E4"/>
    <w:rsid w:val="00A8350D"/>
    <w:rsid w:val="00AA3912"/>
    <w:rsid w:val="00AA3B62"/>
    <w:rsid w:val="00AA4F8A"/>
    <w:rsid w:val="00AA6B59"/>
    <w:rsid w:val="00AB10F1"/>
    <w:rsid w:val="00AB1C41"/>
    <w:rsid w:val="00AB43EA"/>
    <w:rsid w:val="00AC2249"/>
    <w:rsid w:val="00AC724E"/>
    <w:rsid w:val="00AC78FA"/>
    <w:rsid w:val="00AD2150"/>
    <w:rsid w:val="00AD32E2"/>
    <w:rsid w:val="00AD6877"/>
    <w:rsid w:val="00AD7A32"/>
    <w:rsid w:val="00AE0CD6"/>
    <w:rsid w:val="00AF0971"/>
    <w:rsid w:val="00AF2130"/>
    <w:rsid w:val="00AF5415"/>
    <w:rsid w:val="00AF76FC"/>
    <w:rsid w:val="00B02CF5"/>
    <w:rsid w:val="00B07342"/>
    <w:rsid w:val="00B07AE9"/>
    <w:rsid w:val="00B1169D"/>
    <w:rsid w:val="00B1265C"/>
    <w:rsid w:val="00B13F36"/>
    <w:rsid w:val="00B141EE"/>
    <w:rsid w:val="00B14DCC"/>
    <w:rsid w:val="00B16920"/>
    <w:rsid w:val="00B2197D"/>
    <w:rsid w:val="00B23980"/>
    <w:rsid w:val="00B2655A"/>
    <w:rsid w:val="00B347F1"/>
    <w:rsid w:val="00B36D3C"/>
    <w:rsid w:val="00B45A5D"/>
    <w:rsid w:val="00B4620A"/>
    <w:rsid w:val="00B46C79"/>
    <w:rsid w:val="00B47344"/>
    <w:rsid w:val="00B53CAE"/>
    <w:rsid w:val="00B57BCA"/>
    <w:rsid w:val="00B62D9C"/>
    <w:rsid w:val="00B63BEF"/>
    <w:rsid w:val="00B65A46"/>
    <w:rsid w:val="00B66A63"/>
    <w:rsid w:val="00B67BCC"/>
    <w:rsid w:val="00B71FD2"/>
    <w:rsid w:val="00B73778"/>
    <w:rsid w:val="00B74DCA"/>
    <w:rsid w:val="00B75B15"/>
    <w:rsid w:val="00B83710"/>
    <w:rsid w:val="00B843BB"/>
    <w:rsid w:val="00B84FC4"/>
    <w:rsid w:val="00B85330"/>
    <w:rsid w:val="00B874D3"/>
    <w:rsid w:val="00B87599"/>
    <w:rsid w:val="00B93CFC"/>
    <w:rsid w:val="00BA10C7"/>
    <w:rsid w:val="00BA1EF0"/>
    <w:rsid w:val="00BA71A3"/>
    <w:rsid w:val="00BA7814"/>
    <w:rsid w:val="00BB130C"/>
    <w:rsid w:val="00BB4559"/>
    <w:rsid w:val="00BB45B8"/>
    <w:rsid w:val="00BB4B6E"/>
    <w:rsid w:val="00BC0955"/>
    <w:rsid w:val="00BC51A3"/>
    <w:rsid w:val="00BC6176"/>
    <w:rsid w:val="00BC6C9F"/>
    <w:rsid w:val="00BD0C9E"/>
    <w:rsid w:val="00BD2235"/>
    <w:rsid w:val="00BD254D"/>
    <w:rsid w:val="00BD36EC"/>
    <w:rsid w:val="00BD44D3"/>
    <w:rsid w:val="00BE13FA"/>
    <w:rsid w:val="00BE378E"/>
    <w:rsid w:val="00BE3A5D"/>
    <w:rsid w:val="00BF0FBC"/>
    <w:rsid w:val="00BF13FA"/>
    <w:rsid w:val="00BF4069"/>
    <w:rsid w:val="00C012FF"/>
    <w:rsid w:val="00C0185A"/>
    <w:rsid w:val="00C0288F"/>
    <w:rsid w:val="00C04FF9"/>
    <w:rsid w:val="00C1060C"/>
    <w:rsid w:val="00C1063C"/>
    <w:rsid w:val="00C15D48"/>
    <w:rsid w:val="00C164DE"/>
    <w:rsid w:val="00C2138B"/>
    <w:rsid w:val="00C22F18"/>
    <w:rsid w:val="00C2397F"/>
    <w:rsid w:val="00C23DD5"/>
    <w:rsid w:val="00C2560D"/>
    <w:rsid w:val="00C329AC"/>
    <w:rsid w:val="00C3371F"/>
    <w:rsid w:val="00C371BA"/>
    <w:rsid w:val="00C43D9C"/>
    <w:rsid w:val="00C45772"/>
    <w:rsid w:val="00C534A5"/>
    <w:rsid w:val="00C56EBF"/>
    <w:rsid w:val="00C60511"/>
    <w:rsid w:val="00C645D8"/>
    <w:rsid w:val="00C668C2"/>
    <w:rsid w:val="00C66945"/>
    <w:rsid w:val="00C7421D"/>
    <w:rsid w:val="00C74DF0"/>
    <w:rsid w:val="00C814BF"/>
    <w:rsid w:val="00C91B0E"/>
    <w:rsid w:val="00C96880"/>
    <w:rsid w:val="00C96E85"/>
    <w:rsid w:val="00C96EF3"/>
    <w:rsid w:val="00C97F5E"/>
    <w:rsid w:val="00CA051B"/>
    <w:rsid w:val="00CA05B5"/>
    <w:rsid w:val="00CA3ABA"/>
    <w:rsid w:val="00CA7580"/>
    <w:rsid w:val="00CB114E"/>
    <w:rsid w:val="00CB1437"/>
    <w:rsid w:val="00CB4529"/>
    <w:rsid w:val="00CB60C6"/>
    <w:rsid w:val="00CB6DED"/>
    <w:rsid w:val="00CC268E"/>
    <w:rsid w:val="00CC31B4"/>
    <w:rsid w:val="00CC6B13"/>
    <w:rsid w:val="00CC7DAF"/>
    <w:rsid w:val="00CD02A0"/>
    <w:rsid w:val="00CD1DC7"/>
    <w:rsid w:val="00CD2BC4"/>
    <w:rsid w:val="00CD7EE3"/>
    <w:rsid w:val="00CD7EEB"/>
    <w:rsid w:val="00CE17DD"/>
    <w:rsid w:val="00CE2072"/>
    <w:rsid w:val="00CF1E81"/>
    <w:rsid w:val="00CF2E71"/>
    <w:rsid w:val="00D00542"/>
    <w:rsid w:val="00D03B38"/>
    <w:rsid w:val="00D109A2"/>
    <w:rsid w:val="00D1180B"/>
    <w:rsid w:val="00D12039"/>
    <w:rsid w:val="00D12C9E"/>
    <w:rsid w:val="00D14250"/>
    <w:rsid w:val="00D14578"/>
    <w:rsid w:val="00D2139F"/>
    <w:rsid w:val="00D2406F"/>
    <w:rsid w:val="00D241C2"/>
    <w:rsid w:val="00D2492E"/>
    <w:rsid w:val="00D25165"/>
    <w:rsid w:val="00D252CF"/>
    <w:rsid w:val="00D255F0"/>
    <w:rsid w:val="00D30967"/>
    <w:rsid w:val="00D3244F"/>
    <w:rsid w:val="00D34C40"/>
    <w:rsid w:val="00D35E16"/>
    <w:rsid w:val="00D376BF"/>
    <w:rsid w:val="00D37856"/>
    <w:rsid w:val="00D40505"/>
    <w:rsid w:val="00D4148E"/>
    <w:rsid w:val="00D42718"/>
    <w:rsid w:val="00D42A72"/>
    <w:rsid w:val="00D42CF0"/>
    <w:rsid w:val="00D51EDE"/>
    <w:rsid w:val="00D60146"/>
    <w:rsid w:val="00D619AD"/>
    <w:rsid w:val="00D61C41"/>
    <w:rsid w:val="00D623BC"/>
    <w:rsid w:val="00D71B50"/>
    <w:rsid w:val="00D75FC3"/>
    <w:rsid w:val="00D76456"/>
    <w:rsid w:val="00D80478"/>
    <w:rsid w:val="00D80EA8"/>
    <w:rsid w:val="00D82039"/>
    <w:rsid w:val="00D831D9"/>
    <w:rsid w:val="00D85D26"/>
    <w:rsid w:val="00D97D91"/>
    <w:rsid w:val="00DA1111"/>
    <w:rsid w:val="00DA4FBF"/>
    <w:rsid w:val="00DA5F71"/>
    <w:rsid w:val="00DB26CF"/>
    <w:rsid w:val="00DB4CAA"/>
    <w:rsid w:val="00DB4F09"/>
    <w:rsid w:val="00DB5BFC"/>
    <w:rsid w:val="00DB6BE4"/>
    <w:rsid w:val="00DC247D"/>
    <w:rsid w:val="00DC2BCB"/>
    <w:rsid w:val="00DC3F6B"/>
    <w:rsid w:val="00DC7D44"/>
    <w:rsid w:val="00DD412D"/>
    <w:rsid w:val="00DE2C2A"/>
    <w:rsid w:val="00DE4341"/>
    <w:rsid w:val="00DE5691"/>
    <w:rsid w:val="00DE7BE0"/>
    <w:rsid w:val="00E0007B"/>
    <w:rsid w:val="00E002A9"/>
    <w:rsid w:val="00E03D91"/>
    <w:rsid w:val="00E047C6"/>
    <w:rsid w:val="00E11E38"/>
    <w:rsid w:val="00E122F5"/>
    <w:rsid w:val="00E24FE2"/>
    <w:rsid w:val="00E2703A"/>
    <w:rsid w:val="00E31AD7"/>
    <w:rsid w:val="00E44DBD"/>
    <w:rsid w:val="00E54E10"/>
    <w:rsid w:val="00E55907"/>
    <w:rsid w:val="00E55EC9"/>
    <w:rsid w:val="00E60D1C"/>
    <w:rsid w:val="00E63E02"/>
    <w:rsid w:val="00E66D68"/>
    <w:rsid w:val="00E70C38"/>
    <w:rsid w:val="00E70C46"/>
    <w:rsid w:val="00E750C4"/>
    <w:rsid w:val="00E77001"/>
    <w:rsid w:val="00E81C53"/>
    <w:rsid w:val="00E81EDE"/>
    <w:rsid w:val="00E82EC4"/>
    <w:rsid w:val="00E83021"/>
    <w:rsid w:val="00E841CF"/>
    <w:rsid w:val="00E85232"/>
    <w:rsid w:val="00E8613A"/>
    <w:rsid w:val="00E867C0"/>
    <w:rsid w:val="00E9431E"/>
    <w:rsid w:val="00E9647B"/>
    <w:rsid w:val="00E9754E"/>
    <w:rsid w:val="00EA236F"/>
    <w:rsid w:val="00EA271F"/>
    <w:rsid w:val="00EA374C"/>
    <w:rsid w:val="00EA6039"/>
    <w:rsid w:val="00EB2870"/>
    <w:rsid w:val="00EB3351"/>
    <w:rsid w:val="00EB4520"/>
    <w:rsid w:val="00EB4AEE"/>
    <w:rsid w:val="00EB4B48"/>
    <w:rsid w:val="00EB6974"/>
    <w:rsid w:val="00EB6F62"/>
    <w:rsid w:val="00EC29D5"/>
    <w:rsid w:val="00EC2BA8"/>
    <w:rsid w:val="00ED09D6"/>
    <w:rsid w:val="00ED4ED3"/>
    <w:rsid w:val="00ED7280"/>
    <w:rsid w:val="00EE1225"/>
    <w:rsid w:val="00EF69DB"/>
    <w:rsid w:val="00EF6B48"/>
    <w:rsid w:val="00EF7574"/>
    <w:rsid w:val="00EF759A"/>
    <w:rsid w:val="00F025A6"/>
    <w:rsid w:val="00F03368"/>
    <w:rsid w:val="00F048F8"/>
    <w:rsid w:val="00F0562D"/>
    <w:rsid w:val="00F0759F"/>
    <w:rsid w:val="00F07E27"/>
    <w:rsid w:val="00F11D89"/>
    <w:rsid w:val="00F12ADB"/>
    <w:rsid w:val="00F17F8E"/>
    <w:rsid w:val="00F21FEA"/>
    <w:rsid w:val="00F4269E"/>
    <w:rsid w:val="00F43DEE"/>
    <w:rsid w:val="00F5656C"/>
    <w:rsid w:val="00F6587B"/>
    <w:rsid w:val="00F70431"/>
    <w:rsid w:val="00F738E0"/>
    <w:rsid w:val="00F74C95"/>
    <w:rsid w:val="00F75F25"/>
    <w:rsid w:val="00F82A6D"/>
    <w:rsid w:val="00F83CB9"/>
    <w:rsid w:val="00F863E0"/>
    <w:rsid w:val="00F871FE"/>
    <w:rsid w:val="00F909F2"/>
    <w:rsid w:val="00FA0940"/>
    <w:rsid w:val="00FA0E83"/>
    <w:rsid w:val="00FA1E31"/>
    <w:rsid w:val="00FA32EC"/>
    <w:rsid w:val="00FA3422"/>
    <w:rsid w:val="00FA3B06"/>
    <w:rsid w:val="00FA47F2"/>
    <w:rsid w:val="00FB4983"/>
    <w:rsid w:val="00FB5716"/>
    <w:rsid w:val="00FB672D"/>
    <w:rsid w:val="00FC4FC8"/>
    <w:rsid w:val="00FC5339"/>
    <w:rsid w:val="00FD6064"/>
    <w:rsid w:val="00FE3D48"/>
    <w:rsid w:val="00FE5012"/>
    <w:rsid w:val="00FE57DE"/>
    <w:rsid w:val="00FE6A45"/>
    <w:rsid w:val="00FF2850"/>
    <w:rsid w:val="00FF3411"/>
    <w:rsid w:val="00FF53C2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E6"/>
    <w:rPr>
      <w:lang w:bidi="ar-SA"/>
    </w:rPr>
  </w:style>
  <w:style w:type="paragraph" w:styleId="Heading1">
    <w:name w:val="heading 1"/>
    <w:basedOn w:val="Normal"/>
    <w:next w:val="Normal"/>
    <w:qFormat/>
    <w:rsid w:val="000C09E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0C09E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0C09E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0C09E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0C09E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C09E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0C09E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C09E6"/>
    <w:pPr>
      <w:jc w:val="center"/>
    </w:pPr>
    <w:rPr>
      <w:b/>
      <w:sz w:val="24"/>
    </w:rPr>
  </w:style>
  <w:style w:type="paragraph" w:styleId="Header">
    <w:name w:val="header"/>
    <w:basedOn w:val="Normal"/>
    <w:rsid w:val="000C09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C09E6"/>
  </w:style>
  <w:style w:type="paragraph" w:styleId="BodyText">
    <w:name w:val="Body Text"/>
    <w:basedOn w:val="Normal"/>
    <w:link w:val="BodyTextChar"/>
    <w:rsid w:val="000C09E6"/>
    <w:pPr>
      <w:jc w:val="both"/>
    </w:pPr>
    <w:rPr>
      <w:sz w:val="22"/>
    </w:rPr>
  </w:style>
  <w:style w:type="paragraph" w:styleId="BlockText">
    <w:name w:val="Block Text"/>
    <w:basedOn w:val="Normal"/>
    <w:rsid w:val="000C09E6"/>
    <w:pPr>
      <w:ind w:left="1440" w:right="1440"/>
      <w:jc w:val="both"/>
    </w:pPr>
  </w:style>
  <w:style w:type="paragraph" w:styleId="BodyText2">
    <w:name w:val="Body Text 2"/>
    <w:basedOn w:val="Normal"/>
    <w:rsid w:val="000C09E6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0C09E6"/>
    <w:pPr>
      <w:ind w:firstLine="720"/>
      <w:jc w:val="both"/>
    </w:pPr>
    <w:rPr>
      <w:sz w:val="22"/>
    </w:rPr>
  </w:style>
  <w:style w:type="character" w:styleId="Hyperlink">
    <w:name w:val="Hyperlink"/>
    <w:rsid w:val="000C09E6"/>
    <w:rPr>
      <w:color w:val="0000FF"/>
      <w:u w:val="single"/>
    </w:rPr>
  </w:style>
  <w:style w:type="character" w:styleId="Emphasis">
    <w:name w:val="Emphasis"/>
    <w:uiPriority w:val="20"/>
    <w:qFormat/>
    <w:rsid w:val="000C09E6"/>
    <w:rPr>
      <w:i/>
    </w:rPr>
  </w:style>
  <w:style w:type="character" w:styleId="FollowedHyperlink">
    <w:name w:val="FollowedHyperlink"/>
    <w:rsid w:val="000C09E6"/>
    <w:rPr>
      <w:color w:val="800080"/>
      <w:u w:val="single"/>
    </w:rPr>
  </w:style>
  <w:style w:type="character" w:styleId="Strong">
    <w:name w:val="Strong"/>
    <w:qFormat/>
    <w:rsid w:val="000C09E6"/>
    <w:rPr>
      <w:b/>
    </w:rPr>
  </w:style>
  <w:style w:type="paragraph" w:customStyle="1" w:styleId="IndentedVerse">
    <w:name w:val="Indented Verse"/>
    <w:basedOn w:val="Normal"/>
    <w:rsid w:val="000C09E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0C09E6"/>
    <w:pPr>
      <w:ind w:firstLine="0"/>
    </w:pPr>
  </w:style>
  <w:style w:type="paragraph" w:styleId="Footer">
    <w:name w:val="footer"/>
    <w:basedOn w:val="Normal"/>
    <w:rsid w:val="000C09E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C09E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0C09E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link w:val="SubtitleChar"/>
    <w:qFormat/>
    <w:rsid w:val="000C09E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0C09E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0C09E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0C09E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0C09E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0C09E6"/>
    <w:pPr>
      <w:ind w:left="1872" w:right="1872" w:hanging="86"/>
    </w:pPr>
  </w:style>
  <w:style w:type="paragraph" w:customStyle="1" w:styleId="paraindent">
    <w:name w:val="para_indent"/>
    <w:basedOn w:val="Normal"/>
    <w:rsid w:val="000C09E6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0C09E6"/>
    <w:pPr>
      <w:numPr>
        <w:numId w:val="1"/>
      </w:numPr>
    </w:pPr>
  </w:style>
  <w:style w:type="paragraph" w:customStyle="1" w:styleId="parablock">
    <w:name w:val="para_block"/>
    <w:basedOn w:val="Normal"/>
    <w:rsid w:val="000C09E6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0C09E6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0C09E6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0C09E6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0C09E6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0C09E6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0C09E6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0C09E6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0C09E6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0C09E6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0C09E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0C09E6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0C09E6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0C09E6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0C09E6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0C09E6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0C09E6"/>
  </w:style>
  <w:style w:type="character" w:customStyle="1" w:styleId="goohl4">
    <w:name w:val="goohl4"/>
    <w:basedOn w:val="DefaultParagraphFont"/>
    <w:rsid w:val="000C09E6"/>
  </w:style>
  <w:style w:type="character" w:customStyle="1" w:styleId="goohl5">
    <w:name w:val="goohl5"/>
    <w:basedOn w:val="DefaultParagraphFont"/>
    <w:rsid w:val="000C09E6"/>
  </w:style>
  <w:style w:type="character" w:customStyle="1" w:styleId="goohl1">
    <w:name w:val="goohl1"/>
    <w:basedOn w:val="DefaultParagraphFont"/>
    <w:rsid w:val="000C09E6"/>
  </w:style>
  <w:style w:type="character" w:customStyle="1" w:styleId="goohl0">
    <w:name w:val="goohl0"/>
    <w:basedOn w:val="DefaultParagraphFont"/>
    <w:rsid w:val="000C09E6"/>
  </w:style>
  <w:style w:type="character" w:customStyle="1" w:styleId="goohl2">
    <w:name w:val="goohl2"/>
    <w:basedOn w:val="DefaultParagraphFont"/>
    <w:rsid w:val="000C09E6"/>
  </w:style>
  <w:style w:type="character" w:customStyle="1" w:styleId="TitleChar">
    <w:name w:val="Title Char"/>
    <w:link w:val="Title"/>
    <w:rsid w:val="000A4583"/>
    <w:rPr>
      <w:b/>
      <w:sz w:val="24"/>
    </w:rPr>
  </w:style>
  <w:style w:type="character" w:customStyle="1" w:styleId="BodyTextChar">
    <w:name w:val="Body Text Char"/>
    <w:link w:val="BodyText"/>
    <w:rsid w:val="00EB6974"/>
    <w:rPr>
      <w:sz w:val="22"/>
    </w:rPr>
  </w:style>
  <w:style w:type="character" w:customStyle="1" w:styleId="BodyTextIndent2Char">
    <w:name w:val="Body Text Indent 2 Char"/>
    <w:link w:val="BodyTextIndent2"/>
    <w:rsid w:val="00EB6974"/>
    <w:rPr>
      <w:sz w:val="22"/>
    </w:rPr>
  </w:style>
  <w:style w:type="character" w:customStyle="1" w:styleId="SubtitleChar">
    <w:name w:val="Subtitle Char"/>
    <w:link w:val="Subtitle"/>
    <w:rsid w:val="00EB6974"/>
    <w:rPr>
      <w:sz w:val="24"/>
    </w:rPr>
  </w:style>
  <w:style w:type="character" w:styleId="FootnoteReference">
    <w:name w:val="footnote reference"/>
    <w:uiPriority w:val="99"/>
    <w:semiHidden/>
    <w:unhideWhenUsed/>
    <w:rsid w:val="0052263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\Desktop\Backup_November%2014%202013\PBCPP_and_ALL%20KHMER%20FILES\TRANSLATED%20MESSAGES_Hymers_Hovind\CAMBODIAN%20MESSAG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CAMBODIAN MESSAGES TEMPLATE</Template>
  <TotalTime>2</TotalTime>
  <Pages>9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Tears of Jesus</vt:lpstr>
    </vt:vector>
  </TitlesOfParts>
  <Company>Hewlett-Packard Company</Company>
  <LinksUpToDate>false</LinksUpToDate>
  <CharactersWithSpaces>17964</CharactersWithSpaces>
  <SharedDoc>false</SharedDoc>
  <HLinks>
    <vt:vector size="12" baseType="variant">
      <vt:variant>
        <vt:i4>7864403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6488117</vt:i4>
      </vt:variant>
      <vt:variant>
        <vt:i4>0</vt:i4>
      </vt:variant>
      <vt:variant>
        <vt:i4>0</vt:i4>
      </vt:variant>
      <vt:variant>
        <vt:i4>5</vt:i4>
      </vt:variant>
      <vt:variant>
        <vt:lpwstr>http://www.realconversion/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Tears of Jesus</dc:title>
  <dc:creator>Dave</dc:creator>
  <cp:lastModifiedBy>Use This Account</cp:lastModifiedBy>
  <cp:revision>4</cp:revision>
  <cp:lastPrinted>2012-04-14T09:32:00Z</cp:lastPrinted>
  <dcterms:created xsi:type="dcterms:W3CDTF">2014-02-03T17:06:00Z</dcterms:created>
  <dcterms:modified xsi:type="dcterms:W3CDTF">2014-02-03T17:08:00Z</dcterms:modified>
</cp:coreProperties>
</file>